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07802" w14:textId="77777777" w:rsidR="006B3410" w:rsidRPr="00077031" w:rsidRDefault="006B3410" w:rsidP="006B3410">
      <w:pPr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2138A372" w14:textId="77777777" w:rsidR="006B3410" w:rsidRPr="00077031" w:rsidRDefault="006B3410" w:rsidP="006B3410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077031">
        <w:rPr>
          <w:rFonts w:asciiTheme="minorHAnsi" w:hAnsiTheme="minorHAnsi" w:cstheme="minorHAnsi"/>
          <w:b/>
          <w:sz w:val="20"/>
          <w:szCs w:val="20"/>
        </w:rPr>
        <w:t>Załącznik nr 1</w:t>
      </w:r>
      <w:r>
        <w:rPr>
          <w:rFonts w:asciiTheme="minorHAnsi" w:hAnsiTheme="minorHAnsi" w:cstheme="minorHAnsi"/>
          <w:b/>
          <w:sz w:val="20"/>
          <w:szCs w:val="20"/>
        </w:rPr>
        <w:t>0</w:t>
      </w:r>
      <w:r w:rsidRPr="00077031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14E3012B" w14:textId="77777777" w:rsidR="006B3410" w:rsidRPr="00077031" w:rsidRDefault="006B3410" w:rsidP="006B3410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077031">
        <w:rPr>
          <w:rFonts w:asciiTheme="minorHAnsi" w:hAnsiTheme="minorHAnsi" w:cstheme="minorHAnsi"/>
          <w:b/>
          <w:sz w:val="20"/>
          <w:szCs w:val="20"/>
        </w:rPr>
        <w:t>Załącznik nr 2 do Umowy</w:t>
      </w:r>
    </w:p>
    <w:p w14:paraId="63B07D4D" w14:textId="77777777" w:rsidR="006B3410" w:rsidRPr="00077031" w:rsidRDefault="006B3410" w:rsidP="006B3410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04C3D309" w14:textId="77777777" w:rsidR="006B3410" w:rsidRDefault="006B3410" w:rsidP="006B3410">
      <w:pPr>
        <w:jc w:val="center"/>
        <w:rPr>
          <w:rFonts w:asciiTheme="minorHAnsi" w:hAnsiTheme="minorHAnsi" w:cstheme="minorHAnsi"/>
          <w:bCs/>
          <w:iCs/>
          <w:sz w:val="20"/>
          <w:szCs w:val="20"/>
          <w:highlight w:val="green"/>
        </w:rPr>
      </w:pPr>
      <w:r w:rsidRPr="0007703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FORMULARZ </w:t>
      </w: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OFERTOWY</w:t>
      </w:r>
      <w:bookmarkStart w:id="0" w:name="_Hlk209100115"/>
      <w:r w:rsidRPr="003A6D63">
        <w:rPr>
          <w:rFonts w:asciiTheme="minorHAnsi" w:hAnsiTheme="minorHAnsi" w:cstheme="minorHAnsi"/>
          <w:bCs/>
          <w:iCs/>
          <w:sz w:val="20"/>
          <w:szCs w:val="20"/>
          <w:highlight w:val="green"/>
        </w:rPr>
        <w:t xml:space="preserve"> </w:t>
      </w:r>
    </w:p>
    <w:p w14:paraId="6783AE80" w14:textId="77777777" w:rsidR="006B3410" w:rsidRPr="0098299F" w:rsidRDefault="006B3410" w:rsidP="006B3410">
      <w:pPr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5F00A4">
        <w:rPr>
          <w:rFonts w:asciiTheme="minorHAnsi" w:hAnsiTheme="minorHAnsi" w:cstheme="minorHAnsi"/>
          <w:bCs/>
          <w:iCs/>
          <w:sz w:val="20"/>
          <w:szCs w:val="20"/>
        </w:rPr>
        <w:t xml:space="preserve">Oznaczenie sprawy: </w:t>
      </w:r>
      <w:bookmarkEnd w:id="0"/>
      <w:r w:rsidRPr="00446EF7">
        <w:rPr>
          <w:rFonts w:asciiTheme="minorHAnsi" w:hAnsiTheme="minorHAnsi" w:cstheme="minorHAnsi"/>
          <w:bCs/>
          <w:iCs/>
          <w:sz w:val="20"/>
          <w:szCs w:val="20"/>
        </w:rPr>
        <w:t>ZP/SR/1/26</w:t>
      </w:r>
    </w:p>
    <w:p w14:paraId="41CA411D" w14:textId="77777777" w:rsidR="006B3410" w:rsidRDefault="006B3410" w:rsidP="006B3410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0730BC7F" w14:textId="77777777" w:rsidR="006B3410" w:rsidRPr="00077031" w:rsidRDefault="006B3410" w:rsidP="006B3410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73BC0822" w14:textId="77777777" w:rsidR="006B3410" w:rsidRPr="00077031" w:rsidRDefault="006B3410" w:rsidP="006B3410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F9102CE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spacing w:after="0" w:line="360" w:lineRule="auto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color w:val="000000" w:themeColor="text1"/>
        </w:rPr>
        <w:t xml:space="preserve">Zarejestrowana nazwa (firma) Wykonawcy/Wykonawców: </w:t>
      </w:r>
    </w:p>
    <w:p w14:paraId="49255574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color w:val="000000" w:themeColor="text1"/>
        </w:rPr>
        <w:t>......................................................................................…………………………………………………………….</w:t>
      </w:r>
    </w:p>
    <w:p w14:paraId="384C1AF5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color w:val="000000" w:themeColor="text1"/>
        </w:rPr>
        <w:t xml:space="preserve">Imiona, nazwiska i stanowiska osób uprawnionych do reprezentowania Wykonawcy, zgodnie </w:t>
      </w:r>
      <w:r w:rsidRPr="00077031">
        <w:rPr>
          <w:rFonts w:asciiTheme="minorHAnsi" w:hAnsiTheme="minorHAnsi" w:cstheme="minorHAnsi"/>
          <w:color w:val="000000" w:themeColor="text1"/>
        </w:rPr>
        <w:br/>
        <w:t xml:space="preserve">z </w:t>
      </w:r>
      <w:r w:rsidRPr="00077031">
        <w:rPr>
          <w:rFonts w:asciiTheme="minorHAnsi" w:hAnsiTheme="minorHAnsi" w:cstheme="minorHAnsi"/>
          <w:b/>
          <w:color w:val="000000" w:themeColor="text1"/>
          <w:u w:val="single"/>
        </w:rPr>
        <w:t>dokumentem rejestrowym</w:t>
      </w:r>
      <w:r w:rsidRPr="00077031">
        <w:rPr>
          <w:rFonts w:asciiTheme="minorHAnsi" w:hAnsiTheme="minorHAnsi" w:cstheme="minorHAnsi"/>
          <w:color w:val="000000" w:themeColor="text1"/>
        </w:rPr>
        <w:t>: ......................................................................................…………………………………………………………….</w:t>
      </w:r>
    </w:p>
    <w:p w14:paraId="5AB2FE59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b/>
          <w:color w:val="000000" w:themeColor="text1"/>
        </w:rPr>
        <w:t xml:space="preserve">* </w:t>
      </w:r>
      <w:r w:rsidRPr="00077031">
        <w:rPr>
          <w:rFonts w:asciiTheme="minorHAnsi" w:hAnsiTheme="minorHAnsi" w:cstheme="minorHAnsi"/>
          <w:color w:val="000000" w:themeColor="text1"/>
        </w:rPr>
        <w:t xml:space="preserve">zgodnie z załączonym pełnomocnictwem, w niniejszym postępowaniu </w:t>
      </w:r>
      <w:r w:rsidRPr="00077031">
        <w:rPr>
          <w:rFonts w:asciiTheme="minorHAnsi" w:hAnsiTheme="minorHAnsi" w:cstheme="minorHAnsi"/>
          <w:color w:val="000000" w:themeColor="text1"/>
          <w:u w:val="single"/>
        </w:rPr>
        <w:t>Wykonawcę reprezentuje</w:t>
      </w:r>
      <w:r w:rsidRPr="00077031">
        <w:rPr>
          <w:rFonts w:asciiTheme="minorHAnsi" w:hAnsiTheme="minorHAnsi" w:cstheme="minorHAnsi"/>
          <w:color w:val="000000" w:themeColor="text1"/>
        </w:rPr>
        <w:t>: ………………………………………………………………………………………………………………………………………………</w:t>
      </w:r>
    </w:p>
    <w:p w14:paraId="1FD471E7" w14:textId="77777777" w:rsidR="006B3410" w:rsidRPr="00077031" w:rsidRDefault="006B3410" w:rsidP="006B3410">
      <w:pPr>
        <w:tabs>
          <w:tab w:val="left" w:pos="0"/>
        </w:tabs>
        <w:spacing w:line="360" w:lineRule="auto"/>
        <w:ind w:left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7703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(</w:t>
      </w:r>
      <w:r w:rsidRPr="0007703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*</w:t>
      </w:r>
      <w:r w:rsidRPr="0007703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usunąć</w:t>
      </w:r>
      <w:r w:rsidRPr="00077031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dostosowując informacje o Wykonawcy do stanu faktycznego</w:t>
      </w:r>
      <w:r w:rsidRPr="0007703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) </w:t>
      </w:r>
    </w:p>
    <w:p w14:paraId="34226F07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b/>
          <w:color w:val="000000" w:themeColor="text1"/>
        </w:rPr>
      </w:pPr>
    </w:p>
    <w:p w14:paraId="280A3DA8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b/>
          <w:color w:val="000000" w:themeColor="text1"/>
        </w:rPr>
        <w:t xml:space="preserve">Rodzaj </w:t>
      </w:r>
      <w:r w:rsidRPr="00077031">
        <w:rPr>
          <w:rFonts w:asciiTheme="minorHAnsi" w:hAnsiTheme="minorHAnsi" w:cstheme="minorHAnsi"/>
          <w:color w:val="000000" w:themeColor="text1"/>
        </w:rPr>
        <w:t xml:space="preserve">Wykonawcy/Wykonawców: </w:t>
      </w:r>
    </w:p>
    <w:p w14:paraId="2BEC0EE7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b/>
          <w:color w:val="000000" w:themeColor="text1"/>
        </w:rPr>
        <w:t>*</w:t>
      </w:r>
      <w:r w:rsidRPr="00077031">
        <w:rPr>
          <w:rFonts w:asciiTheme="minorHAnsi" w:hAnsiTheme="minorHAnsi" w:cstheme="minorHAnsi"/>
          <w:color w:val="000000" w:themeColor="text1"/>
        </w:rPr>
        <w:t>mikroprzedsiębiorstwo</w:t>
      </w:r>
    </w:p>
    <w:p w14:paraId="1A048897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b/>
          <w:color w:val="000000" w:themeColor="text1"/>
        </w:rPr>
        <w:t>*</w:t>
      </w:r>
      <w:r w:rsidRPr="00077031">
        <w:rPr>
          <w:rFonts w:asciiTheme="minorHAnsi" w:hAnsiTheme="minorHAnsi" w:cstheme="minorHAnsi"/>
          <w:color w:val="000000" w:themeColor="text1"/>
        </w:rPr>
        <w:t>małe przedsiębiorstwo</w:t>
      </w:r>
    </w:p>
    <w:p w14:paraId="3AF8C613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b/>
          <w:color w:val="000000" w:themeColor="text1"/>
        </w:rPr>
        <w:t>*</w:t>
      </w:r>
      <w:r w:rsidRPr="00077031">
        <w:rPr>
          <w:rFonts w:asciiTheme="minorHAnsi" w:hAnsiTheme="minorHAnsi" w:cstheme="minorHAnsi"/>
          <w:color w:val="000000" w:themeColor="text1"/>
        </w:rPr>
        <w:t>średnie przedsiębiorstwo</w:t>
      </w:r>
    </w:p>
    <w:p w14:paraId="74D389BC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b/>
          <w:color w:val="000000" w:themeColor="text1"/>
        </w:rPr>
        <w:t>*</w:t>
      </w:r>
      <w:r w:rsidRPr="00077031">
        <w:rPr>
          <w:rFonts w:asciiTheme="minorHAnsi" w:hAnsiTheme="minorHAnsi" w:cstheme="minorHAnsi"/>
          <w:color w:val="000000" w:themeColor="text1"/>
        </w:rPr>
        <w:t>jednoosobowa działalność gospodarcza</w:t>
      </w:r>
    </w:p>
    <w:p w14:paraId="7257F265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b/>
          <w:color w:val="000000" w:themeColor="text1"/>
        </w:rPr>
        <w:t>*</w:t>
      </w:r>
      <w:r w:rsidRPr="00077031">
        <w:rPr>
          <w:rFonts w:asciiTheme="minorHAnsi" w:hAnsiTheme="minorHAnsi" w:cstheme="minorHAnsi"/>
          <w:color w:val="000000" w:themeColor="text1"/>
        </w:rPr>
        <w:t>osoba fizyczna nieprowadząca działalności gospodarczej</w:t>
      </w:r>
    </w:p>
    <w:p w14:paraId="32FB0BB2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b/>
          <w:color w:val="000000" w:themeColor="text1"/>
        </w:rPr>
        <w:t>*</w:t>
      </w:r>
      <w:r w:rsidRPr="00077031">
        <w:rPr>
          <w:rFonts w:asciiTheme="minorHAnsi" w:hAnsiTheme="minorHAnsi" w:cstheme="minorHAnsi"/>
          <w:color w:val="000000" w:themeColor="text1"/>
        </w:rPr>
        <w:t>inny rodzaj; ……………………………………</w:t>
      </w:r>
    </w:p>
    <w:p w14:paraId="63FC8101" w14:textId="77777777" w:rsidR="006B3410" w:rsidRPr="00077031" w:rsidRDefault="006B3410" w:rsidP="006B3410">
      <w:pPr>
        <w:tabs>
          <w:tab w:val="left" w:pos="0"/>
        </w:tabs>
        <w:spacing w:line="360" w:lineRule="auto"/>
        <w:ind w:left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7703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(</w:t>
      </w:r>
      <w:r w:rsidRPr="0007703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*</w:t>
      </w:r>
      <w:r w:rsidRPr="0007703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usunąć</w:t>
      </w:r>
      <w:r w:rsidRPr="00077031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niepotrzebne, </w:t>
      </w:r>
      <w:r w:rsidRPr="0007703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przypadku Wykonawców wspólnie ubiegających się o zamówienie wypełnić dla każdego </w:t>
      </w:r>
      <w:r w:rsidRPr="00077031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z podaniem jego nazwy) </w:t>
      </w:r>
    </w:p>
    <w:p w14:paraId="68EDFF4B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0"/>
        <w:rPr>
          <w:rFonts w:asciiTheme="minorHAnsi" w:hAnsiTheme="minorHAnsi" w:cstheme="minorHAnsi"/>
          <w:color w:val="000000" w:themeColor="text1"/>
        </w:rPr>
      </w:pPr>
    </w:p>
    <w:p w14:paraId="0D67CAB9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color w:val="000000" w:themeColor="text1"/>
        </w:rPr>
        <w:t>Zarejestrowany adres siedziby Wykonawcy / adresy siedzib Wykonawców (</w:t>
      </w:r>
      <w:r w:rsidRPr="00077031">
        <w:rPr>
          <w:rFonts w:asciiTheme="minorHAnsi" w:hAnsiTheme="minorHAnsi" w:cstheme="minorHAnsi"/>
          <w:i/>
          <w:color w:val="000000" w:themeColor="text1"/>
        </w:rPr>
        <w:t xml:space="preserve">wypełnić dla każdego, </w:t>
      </w:r>
      <w:r w:rsidRPr="00077031">
        <w:rPr>
          <w:rFonts w:asciiTheme="minorHAnsi" w:hAnsiTheme="minorHAnsi" w:cstheme="minorHAnsi"/>
          <w:b/>
          <w:i/>
          <w:color w:val="000000" w:themeColor="text1"/>
        </w:rPr>
        <w:t>odpowiednio kopiując</w:t>
      </w:r>
      <w:r w:rsidRPr="00077031">
        <w:rPr>
          <w:rFonts w:asciiTheme="minorHAnsi" w:hAnsiTheme="minorHAnsi" w:cstheme="minorHAnsi"/>
          <w:color w:val="000000" w:themeColor="text1"/>
        </w:rPr>
        <w:t xml:space="preserve">): </w:t>
      </w:r>
    </w:p>
    <w:p w14:paraId="61D8D2F4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color w:val="000000" w:themeColor="text1"/>
        </w:rPr>
        <w:t>ul. ……………………………………………………………………….......................</w:t>
      </w:r>
      <w:proofErr w:type="gramStart"/>
      <w:r w:rsidRPr="00077031">
        <w:rPr>
          <w:rFonts w:asciiTheme="minorHAnsi" w:hAnsiTheme="minorHAnsi" w:cstheme="minorHAnsi"/>
          <w:color w:val="000000" w:themeColor="text1"/>
        </w:rPr>
        <w:t>…….</w:t>
      </w:r>
      <w:proofErr w:type="gramEnd"/>
      <w:r w:rsidRPr="00077031">
        <w:rPr>
          <w:rFonts w:asciiTheme="minorHAnsi" w:hAnsiTheme="minorHAnsi" w:cstheme="minorHAnsi"/>
          <w:color w:val="000000" w:themeColor="text1"/>
        </w:rPr>
        <w:t>.…………… nr ……………</w:t>
      </w:r>
      <w:proofErr w:type="gramStart"/>
      <w:r w:rsidRPr="00077031">
        <w:rPr>
          <w:rFonts w:asciiTheme="minorHAnsi" w:hAnsiTheme="minorHAnsi" w:cstheme="minorHAnsi"/>
          <w:color w:val="000000" w:themeColor="text1"/>
        </w:rPr>
        <w:t>…….</w:t>
      </w:r>
      <w:proofErr w:type="gramEnd"/>
      <w:r w:rsidRPr="00077031">
        <w:rPr>
          <w:rFonts w:asciiTheme="minorHAnsi" w:hAnsiTheme="minorHAnsi" w:cstheme="minorHAnsi"/>
          <w:color w:val="000000" w:themeColor="text1"/>
        </w:rPr>
        <w:t>…</w:t>
      </w:r>
    </w:p>
    <w:p w14:paraId="5621B9E0" w14:textId="77777777" w:rsidR="006B3410" w:rsidRPr="00077031" w:rsidRDefault="006B3410" w:rsidP="006B3410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color w:val="000000" w:themeColor="text1"/>
        </w:rPr>
        <w:t>kod pocztowy ……...…… miejscowość ………………</w:t>
      </w:r>
      <w:proofErr w:type="gramStart"/>
      <w:r w:rsidRPr="00077031">
        <w:rPr>
          <w:rFonts w:asciiTheme="minorHAnsi" w:hAnsiTheme="minorHAnsi" w:cstheme="minorHAnsi"/>
          <w:color w:val="000000" w:themeColor="text1"/>
        </w:rPr>
        <w:t>…….</w:t>
      </w:r>
      <w:proofErr w:type="gramEnd"/>
      <w:r w:rsidRPr="00077031">
        <w:rPr>
          <w:rFonts w:asciiTheme="minorHAnsi" w:hAnsiTheme="minorHAnsi" w:cstheme="minorHAnsi"/>
          <w:color w:val="000000" w:themeColor="text1"/>
        </w:rPr>
        <w:t>……… województwo ..........................................</w:t>
      </w:r>
    </w:p>
    <w:p w14:paraId="66E49B0B" w14:textId="77777777" w:rsidR="006B3410" w:rsidRPr="00077031" w:rsidRDefault="006B3410" w:rsidP="006B3410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  <w:lang w:val="en-US"/>
        </w:rPr>
      </w:pPr>
      <w:r w:rsidRPr="00077031">
        <w:rPr>
          <w:rFonts w:asciiTheme="minorHAnsi" w:hAnsiTheme="minorHAnsi" w:cstheme="minorHAnsi"/>
          <w:b/>
          <w:color w:val="000000" w:themeColor="text1"/>
          <w:lang w:val="en-US"/>
        </w:rPr>
        <w:t>*</w:t>
      </w:r>
      <w:r w:rsidRPr="00077031">
        <w:rPr>
          <w:rFonts w:asciiTheme="minorHAnsi" w:hAnsiTheme="minorHAnsi" w:cstheme="minorHAnsi"/>
          <w:color w:val="000000" w:themeColor="text1"/>
          <w:lang w:val="en-US"/>
        </w:rPr>
        <w:t>NIP/PESEL ………</w:t>
      </w:r>
      <w:proofErr w:type="gramStart"/>
      <w:r w:rsidRPr="00077031">
        <w:rPr>
          <w:rFonts w:asciiTheme="minorHAnsi" w:hAnsiTheme="minorHAnsi" w:cstheme="minorHAnsi"/>
          <w:color w:val="000000" w:themeColor="text1"/>
          <w:lang w:val="en-US"/>
        </w:rPr>
        <w:t>…..</w:t>
      </w:r>
      <w:proofErr w:type="gramEnd"/>
      <w:r w:rsidRPr="00077031">
        <w:rPr>
          <w:rFonts w:asciiTheme="minorHAnsi" w:hAnsiTheme="minorHAnsi" w:cstheme="minorHAnsi"/>
          <w:color w:val="000000" w:themeColor="text1"/>
          <w:lang w:val="en-US"/>
        </w:rPr>
        <w:t xml:space="preserve">…………….      REGON …………………….….   </w:t>
      </w:r>
      <w:r w:rsidRPr="00077031">
        <w:rPr>
          <w:rFonts w:asciiTheme="minorHAnsi" w:hAnsiTheme="minorHAnsi" w:cstheme="minorHAnsi"/>
          <w:b/>
          <w:color w:val="000000" w:themeColor="text1"/>
          <w:lang w:val="en-US"/>
        </w:rPr>
        <w:t>*</w:t>
      </w:r>
      <w:proofErr w:type="gramStart"/>
      <w:r w:rsidRPr="00077031">
        <w:rPr>
          <w:rFonts w:asciiTheme="minorHAnsi" w:hAnsiTheme="minorHAnsi" w:cstheme="minorHAnsi"/>
          <w:color w:val="000000" w:themeColor="text1"/>
          <w:lang w:val="en-US"/>
        </w:rPr>
        <w:t>nr</w:t>
      </w:r>
      <w:proofErr w:type="gramEnd"/>
      <w:r w:rsidRPr="00077031">
        <w:rPr>
          <w:rFonts w:asciiTheme="minorHAnsi" w:hAnsiTheme="minorHAnsi" w:cstheme="minorHAnsi"/>
          <w:color w:val="000000" w:themeColor="text1"/>
          <w:lang w:val="en-US"/>
        </w:rPr>
        <w:t xml:space="preserve"> KRS/CEiDG ...............................</w:t>
      </w:r>
    </w:p>
    <w:p w14:paraId="6B1CD893" w14:textId="77777777" w:rsidR="006B3410" w:rsidRPr="00077031" w:rsidRDefault="006B3410" w:rsidP="006B3410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7703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(</w:t>
      </w:r>
      <w:r w:rsidRPr="0007703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*</w:t>
      </w:r>
      <w:r w:rsidRPr="0007703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usunąć</w:t>
      </w:r>
      <w:r w:rsidRPr="00077031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dostosowując informacje o Wykonawcy do stanu faktycznego</w:t>
      </w:r>
      <w:r w:rsidRPr="0007703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) </w:t>
      </w:r>
    </w:p>
    <w:p w14:paraId="4CAD689A" w14:textId="77777777" w:rsidR="006B3410" w:rsidRPr="00077031" w:rsidRDefault="006B3410" w:rsidP="006B3410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/>
        <w:rPr>
          <w:rFonts w:asciiTheme="minorHAnsi" w:hAnsiTheme="minorHAnsi" w:cstheme="minorHAnsi"/>
          <w:bCs/>
          <w:color w:val="000000" w:themeColor="text1"/>
          <w:u w:val="single"/>
        </w:rPr>
      </w:pPr>
    </w:p>
    <w:p w14:paraId="3392B6AF" w14:textId="77777777" w:rsidR="006B3410" w:rsidRPr="00077031" w:rsidRDefault="006B3410" w:rsidP="006B3410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bCs/>
          <w:color w:val="000000" w:themeColor="text1"/>
          <w:u w:val="single"/>
        </w:rPr>
      </w:pPr>
      <w:r w:rsidRPr="00077031">
        <w:rPr>
          <w:rFonts w:asciiTheme="minorHAnsi" w:hAnsiTheme="minorHAnsi" w:cstheme="minorHAnsi"/>
          <w:bCs/>
          <w:color w:val="000000" w:themeColor="text1"/>
          <w:u w:val="single"/>
        </w:rPr>
        <w:t xml:space="preserve">Dane do korespondencji </w:t>
      </w:r>
      <w:proofErr w:type="spellStart"/>
      <w:r w:rsidRPr="00077031">
        <w:rPr>
          <w:rFonts w:asciiTheme="minorHAnsi" w:hAnsiTheme="minorHAnsi" w:cstheme="minorHAnsi"/>
          <w:bCs/>
          <w:color w:val="000000" w:themeColor="text1"/>
          <w:u w:val="single"/>
        </w:rPr>
        <w:t>ws</w:t>
      </w:r>
      <w:proofErr w:type="spellEnd"/>
      <w:r w:rsidRPr="00077031">
        <w:rPr>
          <w:rFonts w:asciiTheme="minorHAnsi" w:hAnsiTheme="minorHAnsi" w:cstheme="minorHAnsi"/>
          <w:bCs/>
          <w:color w:val="000000" w:themeColor="text1"/>
          <w:u w:val="single"/>
        </w:rPr>
        <w:t>. zamówienia publicznego:</w:t>
      </w:r>
    </w:p>
    <w:p w14:paraId="1E773024" w14:textId="77777777" w:rsidR="006B3410" w:rsidRPr="00077031" w:rsidRDefault="006B3410" w:rsidP="006B3410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color w:val="000000" w:themeColor="text1"/>
        </w:rPr>
        <w:t>e-mail …................……………………</w:t>
      </w:r>
      <w:proofErr w:type="gramStart"/>
      <w:r w:rsidRPr="00077031">
        <w:rPr>
          <w:rFonts w:asciiTheme="minorHAnsi" w:hAnsiTheme="minorHAnsi" w:cstheme="minorHAnsi"/>
          <w:color w:val="000000" w:themeColor="text1"/>
        </w:rPr>
        <w:t>…….</w:t>
      </w:r>
      <w:proofErr w:type="gramEnd"/>
      <w:r w:rsidRPr="00077031">
        <w:rPr>
          <w:rFonts w:asciiTheme="minorHAnsi" w:hAnsiTheme="minorHAnsi" w:cstheme="minorHAnsi"/>
          <w:color w:val="000000" w:themeColor="text1"/>
        </w:rPr>
        <w:t>.</w:t>
      </w:r>
      <w:proofErr w:type="gramStart"/>
      <w:r w:rsidRPr="00077031">
        <w:rPr>
          <w:rFonts w:asciiTheme="minorHAnsi" w:hAnsiTheme="minorHAnsi" w:cstheme="minorHAnsi"/>
          <w:color w:val="000000" w:themeColor="text1"/>
        </w:rPr>
        <w:t>…….</w:t>
      </w:r>
      <w:proofErr w:type="gramEnd"/>
      <w:r w:rsidRPr="00077031">
        <w:rPr>
          <w:rFonts w:asciiTheme="minorHAnsi" w:hAnsiTheme="minorHAnsi" w:cstheme="minorHAnsi"/>
          <w:color w:val="000000" w:themeColor="text1"/>
        </w:rPr>
        <w:t xml:space="preserve"> , telefon: …………………</w:t>
      </w:r>
      <w:proofErr w:type="gramStart"/>
      <w:r w:rsidRPr="00077031">
        <w:rPr>
          <w:rFonts w:asciiTheme="minorHAnsi" w:hAnsiTheme="minorHAnsi" w:cstheme="minorHAnsi"/>
          <w:color w:val="000000" w:themeColor="text1"/>
        </w:rPr>
        <w:t>…….</w:t>
      </w:r>
      <w:proofErr w:type="gramEnd"/>
      <w:r w:rsidRPr="00077031">
        <w:rPr>
          <w:rFonts w:asciiTheme="minorHAnsi" w:hAnsiTheme="minorHAnsi" w:cstheme="minorHAnsi"/>
          <w:color w:val="000000" w:themeColor="text1"/>
        </w:rPr>
        <w:t>….,</w:t>
      </w:r>
    </w:p>
    <w:p w14:paraId="5D7EA360" w14:textId="77777777" w:rsidR="006B3410" w:rsidRPr="00077031" w:rsidRDefault="006B3410" w:rsidP="006B3410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077031">
        <w:rPr>
          <w:rFonts w:asciiTheme="minorHAnsi" w:hAnsiTheme="minorHAnsi" w:cstheme="minorHAnsi"/>
          <w:b/>
          <w:color w:val="000000" w:themeColor="text1"/>
        </w:rPr>
        <w:t xml:space="preserve">* </w:t>
      </w:r>
      <w:r w:rsidRPr="00077031">
        <w:rPr>
          <w:rFonts w:asciiTheme="minorHAnsi" w:hAnsiTheme="minorHAnsi" w:cstheme="minorHAnsi"/>
          <w:color w:val="000000" w:themeColor="text1"/>
        </w:rPr>
        <w:t>inne informacje, np. inny adres do korespondencji pisemnej</w:t>
      </w:r>
      <w:proofErr w:type="gramStart"/>
      <w:r w:rsidRPr="00077031">
        <w:rPr>
          <w:rFonts w:asciiTheme="minorHAnsi" w:hAnsiTheme="minorHAnsi" w:cstheme="minorHAnsi"/>
          <w:color w:val="000000" w:themeColor="text1"/>
        </w:rPr>
        <w:t xml:space="preserve"> ....</w:t>
      </w:r>
      <w:proofErr w:type="gramEnd"/>
      <w:r w:rsidRPr="00077031">
        <w:rPr>
          <w:rFonts w:asciiTheme="minorHAnsi" w:hAnsiTheme="minorHAnsi" w:cstheme="minorHAnsi"/>
          <w:color w:val="000000" w:themeColor="text1"/>
        </w:rPr>
        <w:t>…………………………………………………......................................................................................…</w:t>
      </w:r>
    </w:p>
    <w:p w14:paraId="5E4E92F5" w14:textId="77777777" w:rsidR="006B3410" w:rsidRPr="00077031" w:rsidRDefault="006B3410" w:rsidP="006B3410">
      <w:pPr>
        <w:pStyle w:val="normaltableau"/>
        <w:spacing w:before="0" w:after="0" w:line="360" w:lineRule="auto"/>
        <w:ind w:left="567"/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pl-PL"/>
        </w:rPr>
      </w:pPr>
      <w:r w:rsidRPr="00077031"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pl-PL"/>
        </w:rPr>
        <w:t>w przypadku oferty wspólnej należy podać dane dotyczące Pełnomocnika Wykonawcy</w:t>
      </w:r>
    </w:p>
    <w:p w14:paraId="0768AF3A" w14:textId="77777777" w:rsidR="006B3410" w:rsidRPr="00077031" w:rsidRDefault="006B3410" w:rsidP="006B3410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7703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(</w:t>
      </w:r>
      <w:r w:rsidRPr="0007703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*</w:t>
      </w:r>
      <w:r w:rsidRPr="0007703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usunąć</w:t>
      </w:r>
      <w:r w:rsidRPr="00077031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dostosowując informacje o Wykonawcy do stanu faktycznego</w:t>
      </w:r>
      <w:r w:rsidRPr="0007703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) </w:t>
      </w:r>
    </w:p>
    <w:p w14:paraId="5616FEF7" w14:textId="77777777" w:rsidR="006B3410" w:rsidRPr="00077031" w:rsidRDefault="006B3410" w:rsidP="006B3410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B401ABA" w14:textId="77777777" w:rsidR="006B3410" w:rsidRDefault="006B3410" w:rsidP="006B3410">
      <w:pPr>
        <w:jc w:val="both"/>
        <w:rPr>
          <w:rFonts w:asciiTheme="minorHAnsi" w:hAnsiTheme="minorHAnsi" w:cstheme="minorHAnsi"/>
          <w:sz w:val="20"/>
          <w:szCs w:val="20"/>
        </w:rPr>
      </w:pPr>
      <w:r w:rsidRPr="00077031">
        <w:rPr>
          <w:rFonts w:asciiTheme="minorHAnsi" w:hAnsiTheme="minorHAnsi" w:cstheme="minorHAnsi"/>
          <w:sz w:val="20"/>
          <w:szCs w:val="20"/>
        </w:rPr>
        <w:t xml:space="preserve">w odpowiedzi na ogłoszenie o postępowaniu prowadzonym w trybie podstawowym bez negocjacji na </w:t>
      </w:r>
      <w:r w:rsidRPr="00242E6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„Ochrona fizyczna osób i mienia z obsługą monitoringu w obiektach Sądu Rejonowego w Legionowie”, </w:t>
      </w:r>
      <w:r w:rsidRPr="00077031">
        <w:rPr>
          <w:rFonts w:asciiTheme="minorHAnsi" w:hAnsiTheme="minorHAnsi" w:cstheme="minorHAnsi"/>
          <w:sz w:val="20"/>
          <w:szCs w:val="20"/>
        </w:rPr>
        <w:t>informując jednocześnie, iż akceptujemy w całości wszystkie warunki zawarte w dokumentach zamówienia, jako wyłączną podstawę procedury przetargowej, odstępując od własnych warunków realizacji zamówienia:</w:t>
      </w:r>
    </w:p>
    <w:p w14:paraId="754E38F8" w14:textId="77777777" w:rsidR="006B3410" w:rsidRPr="00077031" w:rsidRDefault="006B3410" w:rsidP="006B341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4EC7568" w14:textId="77777777" w:rsidR="006B3410" w:rsidRPr="00077031" w:rsidRDefault="006B3410" w:rsidP="006B3410">
      <w:pPr>
        <w:pStyle w:val="Tekstpodstawowy"/>
        <w:overflowPunct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077031">
        <w:rPr>
          <w:rFonts w:asciiTheme="minorHAnsi" w:hAnsiTheme="minorHAnsi" w:cstheme="minorHAnsi"/>
          <w:b/>
          <w:sz w:val="20"/>
          <w:szCs w:val="20"/>
        </w:rPr>
        <w:t>Oferujemy</w:t>
      </w:r>
      <w:r w:rsidRPr="00077031">
        <w:rPr>
          <w:rFonts w:asciiTheme="minorHAnsi" w:hAnsiTheme="minorHAnsi" w:cstheme="minorHAnsi"/>
          <w:sz w:val="20"/>
          <w:szCs w:val="20"/>
        </w:rPr>
        <w:t xml:space="preserve"> realizację</w:t>
      </w:r>
      <w:r w:rsidRPr="0007703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77031">
        <w:rPr>
          <w:rFonts w:asciiTheme="minorHAnsi" w:hAnsiTheme="minorHAnsi" w:cstheme="minorHAnsi"/>
          <w:sz w:val="20"/>
          <w:szCs w:val="20"/>
        </w:rPr>
        <w:t>przedmiotu zamówienia</w:t>
      </w:r>
      <w:r w:rsidRPr="00077031">
        <w:rPr>
          <w:rFonts w:asciiTheme="minorHAnsi" w:hAnsiTheme="minorHAnsi" w:cstheme="minorHAnsi"/>
          <w:b/>
          <w:sz w:val="20"/>
          <w:szCs w:val="20"/>
        </w:rPr>
        <w:t xml:space="preserve"> określonego w dokumentach zamówienia, zgodnie z warunkami określonymi przez Zamawiającego za cenę:</w:t>
      </w:r>
    </w:p>
    <w:p w14:paraId="0E61059B" w14:textId="77777777" w:rsidR="006B3410" w:rsidRPr="00077031" w:rsidRDefault="006B3410" w:rsidP="006B3410">
      <w:pPr>
        <w:pStyle w:val="Teksttreci20"/>
        <w:tabs>
          <w:tab w:val="left" w:pos="821"/>
        </w:tabs>
        <w:ind w:left="720" w:right="-2" w:firstLine="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3B20B139" w14:textId="77777777" w:rsidR="006B3410" w:rsidRPr="00077031" w:rsidRDefault="006B3410" w:rsidP="006B3410">
      <w:pPr>
        <w:pStyle w:val="Teksttreci20"/>
        <w:numPr>
          <w:ilvl w:val="0"/>
          <w:numId w:val="19"/>
        </w:numPr>
        <w:tabs>
          <w:tab w:val="left" w:pos="821"/>
        </w:tabs>
        <w:spacing w:after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77031">
        <w:rPr>
          <w:rFonts w:asciiTheme="minorHAnsi" w:hAnsiTheme="minorHAnsi" w:cstheme="minorHAnsi"/>
          <w:sz w:val="20"/>
          <w:szCs w:val="20"/>
          <w:u w:val="single"/>
        </w:rPr>
        <w:t>KRYTERIUM CENA (WAGA 60 %)</w:t>
      </w:r>
    </w:p>
    <w:p w14:paraId="703BAE19" w14:textId="77777777" w:rsidR="006B3410" w:rsidRPr="00077031" w:rsidRDefault="006B3410" w:rsidP="006B3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eastAsia="Arial Narrow" w:hAnsiTheme="minorHAnsi" w:cstheme="minorHAnsi"/>
          <w:b/>
          <w:color w:val="FF0000"/>
          <w:sz w:val="20"/>
          <w:szCs w:val="20"/>
          <w:u w:val="single"/>
        </w:rPr>
      </w:pPr>
      <w:r w:rsidRPr="00077031">
        <w:rPr>
          <w:rFonts w:asciiTheme="minorHAnsi" w:eastAsia="Arial Narrow" w:hAnsiTheme="minorHAnsi" w:cstheme="minorHAnsi"/>
          <w:b/>
          <w:color w:val="FF0000"/>
          <w:sz w:val="20"/>
          <w:szCs w:val="20"/>
          <w:u w:val="single"/>
        </w:rPr>
        <w:t>(</w:t>
      </w:r>
      <w:r>
        <w:rPr>
          <w:rFonts w:asciiTheme="minorHAnsi" w:eastAsia="Arial Narrow" w:hAnsiTheme="minorHAnsi" w:cstheme="minorHAnsi"/>
          <w:b/>
          <w:color w:val="FF0000"/>
          <w:sz w:val="20"/>
          <w:szCs w:val="20"/>
          <w:u w:val="single"/>
        </w:rPr>
        <w:t xml:space="preserve">Cena </w:t>
      </w:r>
      <w:r w:rsidRPr="00077031">
        <w:rPr>
          <w:rFonts w:asciiTheme="minorHAnsi" w:eastAsia="Arial Narrow" w:hAnsiTheme="minorHAnsi" w:cstheme="minorHAnsi"/>
          <w:b/>
          <w:color w:val="FF0000"/>
          <w:sz w:val="20"/>
          <w:szCs w:val="20"/>
          <w:u w:val="single"/>
        </w:rPr>
        <w:t>za okres</w:t>
      </w:r>
      <w:r>
        <w:rPr>
          <w:rFonts w:asciiTheme="minorHAnsi" w:eastAsia="Arial Narrow" w:hAnsiTheme="minorHAnsi" w:cstheme="minorHAnsi"/>
          <w:b/>
          <w:color w:val="FF0000"/>
          <w:sz w:val="20"/>
          <w:szCs w:val="20"/>
          <w:u w:val="single"/>
        </w:rPr>
        <w:t xml:space="preserve"> 24</w:t>
      </w:r>
      <w:r w:rsidRPr="00077031">
        <w:rPr>
          <w:rFonts w:asciiTheme="minorHAnsi" w:eastAsia="Arial Narrow" w:hAnsiTheme="minorHAnsi" w:cstheme="minorHAnsi"/>
          <w:b/>
          <w:color w:val="FF0000"/>
          <w:sz w:val="20"/>
          <w:szCs w:val="20"/>
          <w:u w:val="single"/>
        </w:rPr>
        <w:t xml:space="preserve"> </w:t>
      </w:r>
      <w:r>
        <w:rPr>
          <w:rFonts w:asciiTheme="minorHAnsi" w:eastAsia="Arial Narrow" w:hAnsiTheme="minorHAnsi" w:cstheme="minorHAnsi"/>
          <w:b/>
          <w:color w:val="FF0000"/>
          <w:sz w:val="20"/>
          <w:szCs w:val="20"/>
          <w:u w:val="single"/>
        </w:rPr>
        <w:t>miesięcy)</w:t>
      </w:r>
    </w:p>
    <w:p w14:paraId="3C92DF7B" w14:textId="77777777" w:rsidR="006B3410" w:rsidRPr="00077031" w:rsidRDefault="006B3410" w:rsidP="006B3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eastAsia="Arial Narrow" w:hAnsiTheme="minorHAnsi" w:cstheme="minorHAnsi"/>
          <w:b/>
          <w:color w:val="FF0000"/>
          <w:sz w:val="20"/>
          <w:szCs w:val="20"/>
          <w:u w:val="single"/>
        </w:rPr>
      </w:pPr>
    </w:p>
    <w:p w14:paraId="699448D3" w14:textId="77777777" w:rsidR="006B3410" w:rsidRPr="00077031" w:rsidRDefault="006B3410" w:rsidP="006B3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eastAsia="Arial Narrow" w:hAnsiTheme="minorHAnsi" w:cstheme="minorHAnsi"/>
          <w:b/>
          <w:sz w:val="20"/>
          <w:szCs w:val="20"/>
          <w:u w:val="single"/>
        </w:rPr>
      </w:pPr>
      <w:r w:rsidRPr="00077031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>A) WARTOŚĆ NETTO: ………………………</w:t>
      </w:r>
      <w:proofErr w:type="gramStart"/>
      <w:r w:rsidRPr="00077031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>…….</w:t>
      </w:r>
      <w:proofErr w:type="gramEnd"/>
      <w:r w:rsidRPr="00077031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>.</w:t>
      </w:r>
      <w:proofErr w:type="gramStart"/>
      <w:r w:rsidRPr="00077031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>…….</w:t>
      </w:r>
      <w:proofErr w:type="gramEnd"/>
      <w:r w:rsidRPr="00077031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 xml:space="preserve">.………………… ZŁ </w:t>
      </w:r>
    </w:p>
    <w:p w14:paraId="78BAAA01" w14:textId="77777777" w:rsidR="006B3410" w:rsidRPr="00077031" w:rsidRDefault="006B3410" w:rsidP="006B3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eastAsia="Arial Narrow" w:hAnsiTheme="minorHAnsi" w:cstheme="minorHAnsi"/>
          <w:b/>
          <w:sz w:val="20"/>
          <w:szCs w:val="20"/>
          <w:u w:val="single"/>
        </w:rPr>
      </w:pPr>
    </w:p>
    <w:p w14:paraId="2C18E306" w14:textId="77777777" w:rsidR="006B3410" w:rsidRPr="00077031" w:rsidRDefault="006B3410" w:rsidP="006B3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eastAsia="Arial Narrow" w:hAnsiTheme="minorHAnsi" w:cstheme="minorHAnsi"/>
          <w:b/>
          <w:sz w:val="20"/>
          <w:szCs w:val="20"/>
          <w:u w:val="single"/>
        </w:rPr>
      </w:pPr>
      <w:r w:rsidRPr="00077031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>B) WARTOŚĆ PODATKU VAT: …..........……………………………………………………</w:t>
      </w:r>
      <w:proofErr w:type="gramStart"/>
      <w:r w:rsidRPr="00077031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>…....</w:t>
      </w:r>
      <w:proofErr w:type="gramEnd"/>
      <w:r w:rsidRPr="00077031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>ZŁ</w:t>
      </w:r>
    </w:p>
    <w:p w14:paraId="51CA1DFE" w14:textId="77777777" w:rsidR="006B3410" w:rsidRPr="00077031" w:rsidRDefault="006B3410" w:rsidP="006B3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eastAsia="Arial Narrow" w:hAnsiTheme="minorHAnsi" w:cstheme="minorHAnsi"/>
          <w:b/>
          <w:sz w:val="20"/>
          <w:szCs w:val="20"/>
          <w:u w:val="single"/>
        </w:rPr>
      </w:pPr>
    </w:p>
    <w:p w14:paraId="51ED77AF" w14:textId="77777777" w:rsidR="006B3410" w:rsidRDefault="006B3410" w:rsidP="006B3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eastAsia="Arial Narrow" w:hAnsiTheme="minorHAnsi" w:cstheme="minorHAnsi"/>
          <w:b/>
          <w:sz w:val="20"/>
          <w:szCs w:val="20"/>
          <w:u w:val="single"/>
        </w:rPr>
      </w:pPr>
      <w:r w:rsidRPr="00077031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>C) WARTOŚĆ BRUTTO (CENA OFERTOWA): …....................................…</w:t>
      </w:r>
      <w:proofErr w:type="gramStart"/>
      <w:r w:rsidRPr="00077031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>…....</w:t>
      </w:r>
      <w:proofErr w:type="gramEnd"/>
      <w:r w:rsidRPr="00077031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 xml:space="preserve">.ZŁ </w:t>
      </w:r>
    </w:p>
    <w:p w14:paraId="1E154952" w14:textId="77777777" w:rsidR="006B3410" w:rsidRDefault="006B3410" w:rsidP="006B3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eastAsia="Arial Narrow" w:hAnsiTheme="minorHAnsi" w:cstheme="minorHAnsi"/>
          <w:b/>
          <w:sz w:val="20"/>
          <w:szCs w:val="20"/>
          <w:u w:val="single"/>
        </w:rPr>
      </w:pPr>
    </w:p>
    <w:p w14:paraId="31AA92FA" w14:textId="77777777" w:rsidR="006B3410" w:rsidRDefault="006B3410" w:rsidP="006B3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rPr>
          <w:rFonts w:asciiTheme="minorHAnsi" w:eastAsia="Arial Narrow" w:hAnsiTheme="minorHAnsi" w:cstheme="minorHAnsi"/>
          <w:b/>
          <w:sz w:val="20"/>
          <w:szCs w:val="20"/>
          <w:u w:val="single"/>
        </w:rPr>
      </w:pPr>
      <w:r>
        <w:rPr>
          <w:rFonts w:asciiTheme="minorHAnsi" w:eastAsia="Arial Narrow" w:hAnsiTheme="minorHAnsi" w:cstheme="minorHAnsi"/>
          <w:b/>
          <w:sz w:val="20"/>
          <w:szCs w:val="20"/>
          <w:u w:val="single"/>
        </w:rPr>
        <w:t xml:space="preserve">w tym </w:t>
      </w:r>
      <w:r w:rsidRPr="00831AC2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>CENA JEDNOSTKOWA ZA 1 RBH NETTO…………………………………</w:t>
      </w:r>
      <w:proofErr w:type="gramStart"/>
      <w:r w:rsidRPr="00831AC2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 xml:space="preserve">zł </w:t>
      </w:r>
      <w:r>
        <w:rPr>
          <w:rFonts w:asciiTheme="minorHAnsi" w:eastAsia="Arial Narrow" w:hAnsiTheme="minorHAnsi" w:cstheme="minorHAnsi"/>
          <w:b/>
          <w:sz w:val="20"/>
          <w:szCs w:val="20"/>
          <w:u w:val="single"/>
        </w:rPr>
        <w:t xml:space="preserve"> (</w:t>
      </w:r>
      <w:proofErr w:type="gramEnd"/>
      <w:r>
        <w:rPr>
          <w:rFonts w:asciiTheme="minorHAnsi" w:eastAsia="Arial Narrow" w:hAnsiTheme="minorHAnsi" w:cstheme="minorHAnsi"/>
          <w:b/>
          <w:sz w:val="20"/>
          <w:szCs w:val="20"/>
          <w:u w:val="single"/>
        </w:rPr>
        <w:t xml:space="preserve">ŁĄCZNIE </w:t>
      </w:r>
      <w:r w:rsidRPr="0028784E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 xml:space="preserve"> 39</w:t>
      </w:r>
      <w:r>
        <w:rPr>
          <w:rFonts w:asciiTheme="minorHAnsi" w:eastAsia="Arial Narrow" w:hAnsiTheme="minorHAnsi" w:cstheme="minorHAnsi"/>
          <w:b/>
          <w:sz w:val="20"/>
          <w:szCs w:val="20"/>
          <w:u w:val="single"/>
        </w:rPr>
        <w:t xml:space="preserve"> </w:t>
      </w:r>
      <w:proofErr w:type="gramStart"/>
      <w:r w:rsidRPr="0028784E">
        <w:rPr>
          <w:rFonts w:asciiTheme="minorHAnsi" w:eastAsia="Arial Narrow" w:hAnsiTheme="minorHAnsi" w:cstheme="minorHAnsi"/>
          <w:b/>
          <w:sz w:val="20"/>
          <w:szCs w:val="20"/>
          <w:u w:val="single"/>
        </w:rPr>
        <w:t xml:space="preserve">088  </w:t>
      </w:r>
      <w:proofErr w:type="spellStart"/>
      <w:r>
        <w:rPr>
          <w:rFonts w:asciiTheme="minorHAnsi" w:eastAsia="Arial Narrow" w:hAnsiTheme="minorHAnsi" w:cstheme="minorHAnsi"/>
          <w:b/>
          <w:sz w:val="20"/>
          <w:szCs w:val="20"/>
          <w:u w:val="single"/>
        </w:rPr>
        <w:t>rbh</w:t>
      </w:r>
      <w:proofErr w:type="spellEnd"/>
      <w:proofErr w:type="gramEnd"/>
      <w:r>
        <w:rPr>
          <w:rFonts w:asciiTheme="minorHAnsi" w:eastAsia="Arial Narrow" w:hAnsiTheme="minorHAnsi" w:cstheme="minorHAnsi"/>
          <w:b/>
          <w:sz w:val="20"/>
          <w:szCs w:val="20"/>
          <w:u w:val="single"/>
        </w:rPr>
        <w:t xml:space="preserve"> )</w:t>
      </w:r>
    </w:p>
    <w:p w14:paraId="77D53F88" w14:textId="77777777" w:rsidR="006B3410" w:rsidRDefault="006B3410" w:rsidP="006B3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rPr>
          <w:rFonts w:asciiTheme="minorHAnsi" w:eastAsia="Arial Narrow" w:hAnsiTheme="minorHAnsi" w:cstheme="minorHAnsi"/>
          <w:b/>
          <w:sz w:val="20"/>
          <w:szCs w:val="20"/>
          <w:u w:val="single"/>
        </w:rPr>
      </w:pPr>
    </w:p>
    <w:p w14:paraId="4AF345E2" w14:textId="77777777" w:rsidR="006B3410" w:rsidRPr="00077031" w:rsidRDefault="006B3410" w:rsidP="006B3410">
      <w:pPr>
        <w:spacing w:line="276" w:lineRule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1CCC424" w14:textId="77777777" w:rsidR="006B3410" w:rsidRPr="006D0A16" w:rsidRDefault="006B3410" w:rsidP="006B3410">
      <w:pPr>
        <w:pStyle w:val="Teksttreci20"/>
        <w:tabs>
          <w:tab w:val="left" w:pos="821"/>
        </w:tabs>
        <w:spacing w:line="240" w:lineRule="auto"/>
        <w:ind w:firstLine="0"/>
        <w:rPr>
          <w:rFonts w:asciiTheme="minorHAnsi" w:eastAsia="Calibri" w:hAnsiTheme="minorHAnsi" w:cstheme="minorHAnsi"/>
          <w:i/>
          <w:sz w:val="20"/>
          <w:szCs w:val="20"/>
        </w:rPr>
      </w:pPr>
      <w:bookmarkStart w:id="1" w:name="_Hlk142651850"/>
      <w:bookmarkStart w:id="2" w:name="_Hlk142672067"/>
      <w:r w:rsidRPr="006D0A16">
        <w:rPr>
          <w:rFonts w:asciiTheme="minorHAnsi" w:eastAsia="Calibri" w:hAnsiTheme="minorHAnsi" w:cstheme="minorHAnsi"/>
          <w:i/>
          <w:sz w:val="20"/>
          <w:szCs w:val="20"/>
        </w:rPr>
        <w:t>UWAGA:</w:t>
      </w:r>
    </w:p>
    <w:bookmarkEnd w:id="1"/>
    <w:bookmarkEnd w:id="2"/>
    <w:p w14:paraId="578D9F80" w14:textId="77777777" w:rsidR="006B3410" w:rsidRDefault="006B3410" w:rsidP="006B3410">
      <w:pPr>
        <w:pStyle w:val="Teksttreci20"/>
        <w:tabs>
          <w:tab w:val="left" w:pos="821"/>
        </w:tabs>
        <w:spacing w:line="240" w:lineRule="auto"/>
        <w:ind w:firstLine="0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 w:rsidRPr="006D0A16">
        <w:rPr>
          <w:rFonts w:asciiTheme="minorHAnsi" w:eastAsia="Calibri" w:hAnsiTheme="minorHAnsi" w:cstheme="minorHAnsi"/>
          <w:i/>
          <w:sz w:val="20"/>
          <w:szCs w:val="20"/>
        </w:rPr>
        <w:t>Wykonawca kalkulując cenę swojej oferty, zobowiązany jest uwzględnić poziom minimalnej płacy obowiązującej od dnia 1 stycznia 2026 roku</w:t>
      </w:r>
    </w:p>
    <w:p w14:paraId="6F2CC63E" w14:textId="77777777" w:rsidR="006B3410" w:rsidRDefault="006B3410" w:rsidP="006B3410">
      <w:pPr>
        <w:pStyle w:val="Teksttreci20"/>
        <w:tabs>
          <w:tab w:val="left" w:pos="821"/>
        </w:tabs>
        <w:spacing w:line="240" w:lineRule="auto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</w:p>
    <w:p w14:paraId="23BE2313" w14:textId="77777777" w:rsidR="006B3410" w:rsidRPr="003A6D63" w:rsidRDefault="006B3410" w:rsidP="006B3410">
      <w:pPr>
        <w:pStyle w:val="Defaul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A6D63">
        <w:rPr>
          <w:rFonts w:asciiTheme="minorHAnsi" w:hAnsiTheme="minorHAnsi" w:cstheme="minorHAnsi"/>
          <w:sz w:val="20"/>
          <w:szCs w:val="20"/>
          <w:u w:val="single"/>
        </w:rPr>
        <w:t>CZAS REAKCJI GRUPY INTERWENCYJNEJ (OD CHWILI WEZWANIA) (WAGA 40%)</w:t>
      </w:r>
    </w:p>
    <w:p w14:paraId="50544EC4" w14:textId="77777777" w:rsidR="006B3410" w:rsidRDefault="006B3410" w:rsidP="006B3410">
      <w:pPr>
        <w:pStyle w:val="Teksttreci20"/>
        <w:tabs>
          <w:tab w:val="left" w:pos="1134"/>
        </w:tabs>
        <w:ind w:left="1134" w:right="-2" w:firstLine="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A67FBD">
        <w:rPr>
          <w:rFonts w:asciiTheme="minorHAnsi" w:hAnsiTheme="minorHAnsi" w:cstheme="minorHAnsi"/>
          <w:b/>
          <w:bCs/>
          <w:color w:val="000000" w:themeColor="text1"/>
        </w:rPr>
        <w:t xml:space="preserve">Oświadczamy, iż </w:t>
      </w:r>
      <w:r w:rsidRPr="003A6D63">
        <w:rPr>
          <w:rFonts w:asciiTheme="minorHAnsi" w:hAnsiTheme="minorHAnsi" w:cstheme="minorHAnsi"/>
          <w:b/>
          <w:bCs/>
          <w:color w:val="000000" w:themeColor="text1"/>
        </w:rPr>
        <w:t>Czas reakcji grupy interwencyjnej (od chwili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3A6D63">
        <w:rPr>
          <w:rFonts w:asciiTheme="minorHAnsi" w:hAnsiTheme="minorHAnsi" w:cstheme="minorHAnsi"/>
          <w:b/>
          <w:bCs/>
          <w:color w:val="000000" w:themeColor="text1"/>
        </w:rPr>
        <w:t>wezwania)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A67FBD">
        <w:rPr>
          <w:rFonts w:asciiTheme="minorHAnsi" w:hAnsiTheme="minorHAnsi" w:cstheme="minorHAnsi"/>
          <w:b/>
          <w:bCs/>
          <w:color w:val="000000" w:themeColor="text1"/>
        </w:rPr>
        <w:t>wynosi</w:t>
      </w:r>
    </w:p>
    <w:tbl>
      <w:tblPr>
        <w:tblW w:w="0" w:type="auto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4799"/>
        <w:gridCol w:w="2844"/>
      </w:tblGrid>
      <w:tr w:rsidR="006B3410" w:rsidRPr="00413D98" w14:paraId="405B37FA" w14:textId="77777777" w:rsidTr="005A7C30">
        <w:trPr>
          <w:trHeight w:val="30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9E41" w14:textId="77777777" w:rsidR="006B3410" w:rsidRPr="00413D98" w:rsidRDefault="006B3410" w:rsidP="005A7C30">
            <w:pPr>
              <w:ind w:left="360"/>
              <w:jc w:val="both"/>
              <w:rPr>
                <w:rFonts w:ascii="Calibri" w:hAnsi="Calibri" w:cs="Calibri"/>
              </w:rPr>
            </w:pPr>
            <w:r w:rsidRPr="00413D98">
              <w:rPr>
                <w:rFonts w:ascii="Calibri" w:hAnsi="Calibri" w:cs="Calibri"/>
              </w:rPr>
              <w:t>Lp.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F06A" w14:textId="77777777" w:rsidR="006B3410" w:rsidRPr="00413D98" w:rsidRDefault="006B3410" w:rsidP="005A7C30">
            <w:pPr>
              <w:ind w:left="360"/>
              <w:jc w:val="both"/>
              <w:rPr>
                <w:rFonts w:ascii="Calibri" w:hAnsi="Calibri" w:cs="Calibri"/>
              </w:rPr>
            </w:pPr>
            <w:r w:rsidRPr="00413D98">
              <w:rPr>
                <w:rFonts w:ascii="Calibri" w:hAnsi="Calibri" w:cs="Calibri"/>
              </w:rPr>
              <w:t>Czas dojazdu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8F351" w14:textId="77777777" w:rsidR="006B3410" w:rsidRPr="00413D98" w:rsidRDefault="006B3410" w:rsidP="005A7C30">
            <w:pPr>
              <w:ind w:left="360"/>
              <w:jc w:val="both"/>
              <w:rPr>
                <w:rFonts w:ascii="Calibri" w:hAnsi="Calibri" w:cs="Calibri"/>
              </w:rPr>
            </w:pPr>
            <w:r w:rsidRPr="00413D98">
              <w:rPr>
                <w:rFonts w:ascii="Calibri" w:hAnsi="Calibri" w:cs="Calibri"/>
              </w:rPr>
              <w:t>Właściwe zaznaczyć X</w:t>
            </w:r>
          </w:p>
        </w:tc>
      </w:tr>
      <w:tr w:rsidR="006B3410" w:rsidRPr="00413D98" w14:paraId="2EC46DB3" w14:textId="77777777" w:rsidTr="005A7C30">
        <w:trPr>
          <w:trHeight w:val="452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F4B97" w14:textId="77777777" w:rsidR="006B3410" w:rsidRPr="00413D98" w:rsidRDefault="006B3410" w:rsidP="005A7C30">
            <w:pPr>
              <w:ind w:left="360"/>
              <w:jc w:val="both"/>
              <w:rPr>
                <w:rFonts w:ascii="Calibri" w:hAnsi="Calibri" w:cs="Calibri"/>
              </w:rPr>
            </w:pPr>
            <w:r w:rsidRPr="00413D98">
              <w:rPr>
                <w:rFonts w:ascii="Calibri" w:hAnsi="Calibri" w:cs="Calibri"/>
              </w:rPr>
              <w:t>1.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8432" w14:textId="77777777" w:rsidR="006B3410" w:rsidRPr="00413D98" w:rsidRDefault="006B3410" w:rsidP="005A7C30">
            <w:pPr>
              <w:ind w:left="360"/>
              <w:jc w:val="both"/>
              <w:rPr>
                <w:rFonts w:ascii="Calibri" w:hAnsi="Calibri" w:cs="Calibri"/>
              </w:rPr>
            </w:pPr>
            <w:r w:rsidRPr="00413D98">
              <w:rPr>
                <w:rFonts w:ascii="Calibri" w:hAnsi="Calibri" w:cs="Calibri"/>
              </w:rPr>
              <w:t>czas dojazdu do</w:t>
            </w:r>
            <w:r w:rsidRPr="00413D98">
              <w:rPr>
                <w:rFonts w:ascii="Calibri" w:hAnsi="Calibri" w:cs="Calibri"/>
                <w:color w:val="FF0000"/>
              </w:rPr>
              <w:t xml:space="preserve"> </w:t>
            </w:r>
            <w:r>
              <w:rPr>
                <w:rFonts w:ascii="Calibri" w:hAnsi="Calibri" w:cs="Calibri"/>
              </w:rPr>
              <w:t xml:space="preserve">4 </w:t>
            </w:r>
            <w:r w:rsidRPr="00413D98">
              <w:rPr>
                <w:rFonts w:ascii="Calibri" w:hAnsi="Calibri" w:cs="Calibri"/>
              </w:rPr>
              <w:t>minut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34FAD" w14:textId="77777777" w:rsidR="006B3410" w:rsidRPr="00413D98" w:rsidRDefault="006B3410" w:rsidP="005A7C30">
            <w:pPr>
              <w:ind w:left="360"/>
              <w:jc w:val="both"/>
              <w:rPr>
                <w:rFonts w:ascii="Calibri" w:hAnsi="Calibri" w:cs="Calibri"/>
              </w:rPr>
            </w:pPr>
            <w:r w:rsidRPr="00413D98">
              <w:rPr>
                <w:rFonts w:ascii="Calibri" w:hAnsi="Calibri" w:cs="Calibri"/>
              </w:rPr>
              <w:t xml:space="preserve"> </w:t>
            </w:r>
          </w:p>
        </w:tc>
      </w:tr>
      <w:tr w:rsidR="006B3410" w:rsidRPr="00413D98" w14:paraId="452ADC59" w14:textId="77777777" w:rsidTr="005A7C30">
        <w:trPr>
          <w:trHeight w:val="613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3B4D" w14:textId="77777777" w:rsidR="006B3410" w:rsidRPr="00413D98" w:rsidRDefault="006B3410" w:rsidP="005A7C30">
            <w:pPr>
              <w:ind w:left="360"/>
              <w:jc w:val="both"/>
              <w:rPr>
                <w:rFonts w:ascii="Calibri" w:hAnsi="Calibri" w:cs="Calibri"/>
              </w:rPr>
            </w:pPr>
            <w:r w:rsidRPr="00413D98">
              <w:rPr>
                <w:rFonts w:ascii="Calibri" w:hAnsi="Calibri" w:cs="Calibri"/>
              </w:rPr>
              <w:t>2.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D98E" w14:textId="77777777" w:rsidR="006B3410" w:rsidRPr="00413D98" w:rsidRDefault="006B3410" w:rsidP="005A7C30">
            <w:pPr>
              <w:ind w:left="360"/>
              <w:jc w:val="both"/>
              <w:rPr>
                <w:rFonts w:ascii="Calibri" w:hAnsi="Calibri" w:cs="Calibri"/>
              </w:rPr>
            </w:pPr>
            <w:r w:rsidRPr="00413D98">
              <w:rPr>
                <w:rFonts w:ascii="Calibri" w:hAnsi="Calibri" w:cs="Calibri"/>
              </w:rPr>
              <w:t xml:space="preserve">czas dojazdu od </w:t>
            </w:r>
            <w:r>
              <w:rPr>
                <w:rFonts w:ascii="Calibri" w:hAnsi="Calibri" w:cs="Calibri"/>
              </w:rPr>
              <w:t>5</w:t>
            </w:r>
            <w:r w:rsidRPr="00413D98">
              <w:rPr>
                <w:rFonts w:ascii="Calibri" w:hAnsi="Calibri" w:cs="Calibri"/>
              </w:rPr>
              <w:t xml:space="preserve"> do</w:t>
            </w:r>
            <w:r w:rsidRPr="00413D98">
              <w:rPr>
                <w:rFonts w:ascii="Calibri" w:hAnsi="Calibri" w:cs="Calibri"/>
                <w:color w:val="FF0000"/>
              </w:rPr>
              <w:t xml:space="preserve"> </w:t>
            </w:r>
            <w:proofErr w:type="gramStart"/>
            <w:r w:rsidRPr="00413D98">
              <w:rPr>
                <w:rFonts w:ascii="Calibri" w:hAnsi="Calibri" w:cs="Calibri"/>
              </w:rPr>
              <w:t>10  minut</w:t>
            </w:r>
            <w:proofErr w:type="gramEnd"/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FB98" w14:textId="77777777" w:rsidR="006B3410" w:rsidRPr="00413D98" w:rsidRDefault="006B3410" w:rsidP="005A7C30">
            <w:pPr>
              <w:ind w:left="360"/>
              <w:jc w:val="both"/>
              <w:rPr>
                <w:rFonts w:ascii="Calibri" w:hAnsi="Calibri" w:cs="Calibri"/>
              </w:rPr>
            </w:pPr>
            <w:r w:rsidRPr="00413D98">
              <w:rPr>
                <w:rFonts w:ascii="Calibri" w:hAnsi="Calibri" w:cs="Calibri"/>
              </w:rPr>
              <w:t xml:space="preserve"> </w:t>
            </w:r>
          </w:p>
        </w:tc>
      </w:tr>
    </w:tbl>
    <w:p w14:paraId="18540BEA" w14:textId="77777777" w:rsidR="006B3410" w:rsidRDefault="006B3410" w:rsidP="006B3410">
      <w:pPr>
        <w:pStyle w:val="Teksttreci20"/>
        <w:tabs>
          <w:tab w:val="left" w:pos="1134"/>
        </w:tabs>
        <w:ind w:left="1134" w:right="-2" w:firstLine="0"/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6B59D1B8" w14:textId="77777777" w:rsidR="006B3410" w:rsidRPr="00077031" w:rsidRDefault="006B3410" w:rsidP="006B3410">
      <w:pPr>
        <w:pStyle w:val="Teksttreci20"/>
        <w:tabs>
          <w:tab w:val="left" w:pos="821"/>
        </w:tabs>
        <w:ind w:right="-2" w:firstLine="113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FCF6525" w14:textId="77777777" w:rsidR="006B3410" w:rsidRPr="0036182B" w:rsidRDefault="006B3410" w:rsidP="006B3410">
      <w:pPr>
        <w:numPr>
          <w:ilvl w:val="0"/>
          <w:numId w:val="2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Oświadczamy, że wypełniliśmy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 </w:t>
      </w:r>
    </w:p>
    <w:p w14:paraId="02682C77" w14:textId="77777777" w:rsidR="006B3410" w:rsidRDefault="006B3410" w:rsidP="006B3410">
      <w:pPr>
        <w:ind w:left="709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(</w:t>
      </w:r>
      <w:r w:rsidRPr="0036182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*</w:t>
      </w:r>
      <w:r w:rsidRPr="0036182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usunąć/przekreślić</w:t>
      </w:r>
      <w:r w:rsidRPr="0036182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treść oświadczenia</w:t>
      </w: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, gdy Wykonawca nie przekazuje danych osobowych innych niż bezpośrednio jego dotyczących lub zachodzi wyłączenie stosowania obowiązku informacyjnego, stosownie do art. 13 ust. 4 lub art. 14 ust. 5 RODO treści oświadczenia wykonawca nie składa.)</w:t>
      </w:r>
    </w:p>
    <w:p w14:paraId="717E739F" w14:textId="77777777" w:rsidR="006B3410" w:rsidRPr="0036182B" w:rsidRDefault="006B3410" w:rsidP="006B3410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B2682EB" w14:textId="77777777" w:rsidR="006B3410" w:rsidRDefault="006B3410" w:rsidP="006B3410">
      <w:pPr>
        <w:numPr>
          <w:ilvl w:val="0"/>
          <w:numId w:val="2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Oświadczamy, że zapoznaliśmy się z warunkami zawartymi w specyfikacji warunków zamówienia (SWZ), oraz uzyskaliśmy niezbędne informacje do przygotowania Oferty i przyjmujemy je bez zastrzeżeń.</w:t>
      </w:r>
    </w:p>
    <w:p w14:paraId="2F7927FF" w14:textId="77777777" w:rsidR="006B3410" w:rsidRPr="0036182B" w:rsidRDefault="006B3410" w:rsidP="006B3410">
      <w:pPr>
        <w:ind w:left="72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6002512" w14:textId="77777777" w:rsidR="006B3410" w:rsidRPr="0036182B" w:rsidRDefault="006B3410" w:rsidP="006B3410">
      <w:pPr>
        <w:numPr>
          <w:ilvl w:val="0"/>
          <w:numId w:val="2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Stosownie do treści art. 225 ustawy Prawo zamówień publicznych (</w:t>
      </w:r>
      <w:proofErr w:type="spellStart"/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Pzp</w:t>
      </w:r>
      <w:proofErr w:type="spellEnd"/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) oświadczam/y, że wybór przedmiotowej oferty:</w:t>
      </w:r>
    </w:p>
    <w:p w14:paraId="5E9B0FA9" w14:textId="77777777" w:rsidR="006B3410" w:rsidRPr="0036182B" w:rsidRDefault="006B3410" w:rsidP="006B3410">
      <w:pPr>
        <w:numPr>
          <w:ilvl w:val="0"/>
          <w:numId w:val="21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nie będzie prowadzić do powstania u Zamawiającego obowiązku podatkowego, zgodnie z przepisami o podatku od towarowi usług (*)</w:t>
      </w:r>
    </w:p>
    <w:p w14:paraId="7DB4A45A" w14:textId="77777777" w:rsidR="006B3410" w:rsidRPr="0036182B" w:rsidRDefault="006B3410" w:rsidP="006B3410">
      <w:pPr>
        <w:numPr>
          <w:ilvl w:val="0"/>
          <w:numId w:val="21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będzie prowadzić do powstania u Zamawiającego obowiązek podatkowy, zgodnie z przepisami o podatku od towarów i usług, w poniżej wskazanym zakresie(rodzaju) i wartości (*):</w:t>
      </w:r>
    </w:p>
    <w:p w14:paraId="1612085C" w14:textId="77777777" w:rsidR="006B3410" w:rsidRPr="0036182B" w:rsidRDefault="006B3410" w:rsidP="006B3410">
      <w:pPr>
        <w:ind w:left="709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- nazwa towaru/</w:t>
      </w:r>
      <w:proofErr w:type="gramStart"/>
      <w:r w:rsidRPr="0036182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usługi:…</w:t>
      </w:r>
      <w:proofErr w:type="gramEnd"/>
      <w:r w:rsidRPr="0036182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……………………………- wartość (bez VAT) ………………………. zł</w:t>
      </w:r>
    </w:p>
    <w:p w14:paraId="4CD7680B" w14:textId="77777777" w:rsidR="006B3410" w:rsidRPr="0036182B" w:rsidRDefault="006B3410" w:rsidP="006B3410">
      <w:pPr>
        <w:ind w:left="709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lastRenderedPageBreak/>
        <w:t>- nazwa towaru/</w:t>
      </w:r>
      <w:proofErr w:type="gramStart"/>
      <w:r w:rsidRPr="0036182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usługi:…</w:t>
      </w:r>
      <w:proofErr w:type="gramEnd"/>
      <w:r w:rsidRPr="0036182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……………………………- wartość (bez VAT) ………………………. zł</w:t>
      </w:r>
    </w:p>
    <w:p w14:paraId="7EBF57CB" w14:textId="77777777" w:rsidR="006B3410" w:rsidRPr="0036182B" w:rsidRDefault="006B3410" w:rsidP="006B3410">
      <w:pPr>
        <w:ind w:left="709"/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Pr="0036182B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36182B">
        <w:rPr>
          <w:rFonts w:asciiTheme="minorHAnsi" w:hAnsiTheme="minorHAnsi" w:cstheme="minorHAnsi"/>
          <w:bCs/>
          <w:i/>
          <w:color w:val="000000" w:themeColor="text1"/>
          <w:sz w:val="20"/>
          <w:szCs w:val="20"/>
        </w:rPr>
        <w:t>W przypadku, gdy Wykonawca nie wypełni pkt. 3 Zamawiający przyjmie, że wybór oferty nie będzie prowadził do powstania u Zamawiającego obowiązku podatkowego.</w:t>
      </w:r>
    </w:p>
    <w:p w14:paraId="0D97F2DF" w14:textId="77777777" w:rsidR="006B3410" w:rsidRPr="0036182B" w:rsidRDefault="006B3410" w:rsidP="006B3410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194D0CB0" w14:textId="77777777" w:rsidR="006B3410" w:rsidRPr="0036182B" w:rsidRDefault="006B3410" w:rsidP="006B3410">
      <w:pPr>
        <w:numPr>
          <w:ilvl w:val="0"/>
          <w:numId w:val="2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Oświadczamy, że zapoznaliśmy się z postanowieniami umowy, określonymi w SWZ </w:t>
      </w: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i zobowiązujemy się w przypadku wyboru naszej Oferty, do zawarcia umowy zgodnej z SWZ </w:t>
      </w: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br/>
        <w:t>i niniejszą ofertą.</w:t>
      </w:r>
    </w:p>
    <w:p w14:paraId="3BEC6DD7" w14:textId="77777777" w:rsidR="006B3410" w:rsidRPr="0036182B" w:rsidRDefault="006B3410" w:rsidP="006B3410">
      <w:pPr>
        <w:numPr>
          <w:ilvl w:val="0"/>
          <w:numId w:val="2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Oświadczamy, że oferta nie zawiera informacji stanowiących tajemnicę przedsiębiorstwa </w:t>
      </w: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br/>
        <w:t>w rozumieniu przepisów o zwalczaniu nieuczciwej konkurencji.</w:t>
      </w:r>
    </w:p>
    <w:p w14:paraId="783EA9E4" w14:textId="77777777" w:rsidR="006B3410" w:rsidRDefault="006B3410" w:rsidP="006B3410">
      <w:pPr>
        <w:ind w:left="708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7089966" w14:textId="77777777" w:rsidR="006B3410" w:rsidRDefault="006B3410" w:rsidP="006B3410">
      <w:pPr>
        <w:ind w:left="708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Oświadczamy, że oferta zawiera informacje stanowiące tajemnicę przedsiębiorstwa </w:t>
      </w: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w rozumieniu przepisów o zwalczaniu nieuczciwej konkurencji. Informacje takie zawarte są </w:t>
      </w: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w następujących dokumentach </w:t>
      </w:r>
      <w:proofErr w:type="gramStart"/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* : ..</w:t>
      </w:r>
      <w:proofErr w:type="gramEnd"/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………………………………………………</w:t>
      </w:r>
      <w:proofErr w:type="gramStart"/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3FF1A46A" w14:textId="77777777" w:rsidR="006B3410" w:rsidRPr="0036182B" w:rsidRDefault="006B3410" w:rsidP="006B3410">
      <w:pPr>
        <w:ind w:left="708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43D3F7D" w14:textId="77777777" w:rsidR="006B3410" w:rsidRDefault="006B3410" w:rsidP="006B3410">
      <w:pPr>
        <w:numPr>
          <w:ilvl w:val="0"/>
          <w:numId w:val="2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Oświadczam, że przedmiot umowy wykonam bez udziału Podwykonawców / przy udziale Podwykonawców</w:t>
      </w:r>
      <w:r w:rsidRPr="0036182B">
        <w:rPr>
          <w:rFonts w:asciiTheme="minorHAnsi" w:hAnsiTheme="minorHAnsi" w:cstheme="minorHAnsi"/>
          <w:color w:val="000000" w:themeColor="text1"/>
          <w:sz w:val="20"/>
          <w:szCs w:val="20"/>
          <w:vertAlign w:val="superscript"/>
        </w:rPr>
        <w:footnoteReference w:id="1"/>
      </w: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2CB9751B" w14:textId="77777777" w:rsidR="006B3410" w:rsidRPr="0036182B" w:rsidRDefault="006B3410" w:rsidP="006B3410">
      <w:pPr>
        <w:ind w:left="72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1CE465A" w14:textId="77777777" w:rsidR="006B3410" w:rsidRDefault="006B3410" w:rsidP="006B3410">
      <w:pPr>
        <w:numPr>
          <w:ilvl w:val="0"/>
          <w:numId w:val="2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Jeśli przedmiot zamówienia będzie realizowany przy udziale Podwykonawców poniżej wskazuję części zamówienia, których wykonanie zamierzam powierzyć Podwykonawcom i podaję nazwy firm Podwykonawców: ………………………………………………………</w:t>
      </w:r>
      <w:proofErr w:type="gramStart"/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.</w:t>
      </w:r>
    </w:p>
    <w:p w14:paraId="416DD7B7" w14:textId="77777777" w:rsidR="006B3410" w:rsidRDefault="006B3410" w:rsidP="006B3410">
      <w:pPr>
        <w:pStyle w:val="Akapitzlist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DF96C56" w14:textId="77777777" w:rsidR="006B3410" w:rsidRPr="0036182B" w:rsidRDefault="006B3410" w:rsidP="006B3410">
      <w:pPr>
        <w:ind w:left="72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4BDE573" w14:textId="77777777" w:rsidR="006B3410" w:rsidRDefault="006B3410" w:rsidP="006B3410">
      <w:pPr>
        <w:numPr>
          <w:ilvl w:val="0"/>
          <w:numId w:val="2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Oświadczam, że w celu wykazania spełniania warunków udziału w niniejszym postępowaniu wykonam zamówienie samodzielnie/polegam na zasobach następującego/</w:t>
      </w:r>
      <w:proofErr w:type="spellStart"/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ych</w:t>
      </w:r>
      <w:proofErr w:type="spellEnd"/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podmiotu/ów**: ………………………………………………………………………...…………………………w następującym zakresie: ………………………………………………………………………………………………… (wskazać podmiot i określić odpowiedni zakres dla wskazanego podmiotu).</w:t>
      </w:r>
    </w:p>
    <w:p w14:paraId="14184E30" w14:textId="77777777" w:rsidR="006B3410" w:rsidRPr="0036182B" w:rsidRDefault="006B3410" w:rsidP="006B3410">
      <w:pPr>
        <w:ind w:left="72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37C4003" w14:textId="77777777" w:rsidR="006B3410" w:rsidRDefault="006B3410" w:rsidP="006B3410">
      <w:pPr>
        <w:ind w:left="709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Zobowiązanie podmiotu udostępniającego zasoby do oddania do dyspozycji niezbędnych zasobów na potrzeby realizacji niniejszego zamówienia lub inny podmiotowy środek dowodowy potwierdzający, że realizując zamówienie, będę/będziemy dysponował/ć niezbędnymi zasobami tych podmiotów – w załączeniu (jeśli dotyczy).</w:t>
      </w:r>
    </w:p>
    <w:p w14:paraId="50B06BE3" w14:textId="77777777" w:rsidR="006B3410" w:rsidRPr="0036182B" w:rsidRDefault="006B3410" w:rsidP="006B3410">
      <w:pPr>
        <w:ind w:left="709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B27B12B" w14:textId="77777777" w:rsidR="006B3410" w:rsidRDefault="006B3410" w:rsidP="006B3410">
      <w:pPr>
        <w:numPr>
          <w:ilvl w:val="0"/>
          <w:numId w:val="24"/>
        </w:numPr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W zakresie art. 117 ust. 4 ustawy, jako wykonawcy wspólnie ubiegający się o udzielenie zamówienia oświadczamy, że usługi będą wykonywane przez: ………………………</w:t>
      </w:r>
      <w:proofErr w:type="gramStart"/>
      <w:r w:rsidRPr="0036182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…….</w:t>
      </w:r>
      <w:proofErr w:type="gramEnd"/>
      <w:r w:rsidRPr="0036182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. (wskazać krótki zakres usługi oraz Wykonawcę. Który będzie ją wykonywał – jeśli dotyczy).</w:t>
      </w:r>
    </w:p>
    <w:p w14:paraId="5CC47FF5" w14:textId="77777777" w:rsidR="006B3410" w:rsidRPr="0036182B" w:rsidRDefault="006B3410" w:rsidP="006B3410">
      <w:pPr>
        <w:ind w:left="720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14:paraId="796DC2D3" w14:textId="77777777" w:rsidR="006B3410" w:rsidRPr="0036182B" w:rsidRDefault="006B3410" w:rsidP="006B3410">
      <w:pPr>
        <w:numPr>
          <w:ilvl w:val="0"/>
          <w:numId w:val="2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Jesteśmy związani niniejszą ofertą do dnia określonego w SWZ. </w:t>
      </w:r>
    </w:p>
    <w:p w14:paraId="02D81D48" w14:textId="77777777" w:rsidR="006B3410" w:rsidRPr="0036182B" w:rsidRDefault="006B3410" w:rsidP="006B3410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</w:rPr>
        <w:t>*niepotrzebne skreślić</w:t>
      </w:r>
    </w:p>
    <w:p w14:paraId="37E7F3C0" w14:textId="77777777" w:rsidR="006B3410" w:rsidRPr="0036182B" w:rsidRDefault="006B3410" w:rsidP="006B3410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</w:p>
    <w:p w14:paraId="587EE71D" w14:textId="77777777" w:rsidR="006B3410" w:rsidRPr="0036182B" w:rsidRDefault="006B3410" w:rsidP="006B3410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Do oferty załączam dokumenty: </w:t>
      </w:r>
    </w:p>
    <w:p w14:paraId="177536A1" w14:textId="77777777" w:rsidR="006B3410" w:rsidRPr="0036182B" w:rsidRDefault="006B3410" w:rsidP="006B3410">
      <w:pPr>
        <w:numPr>
          <w:ilvl w:val="0"/>
          <w:numId w:val="25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6182B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 (…)</w:t>
      </w:r>
      <w:r w:rsidRPr="0036182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ab/>
      </w:r>
    </w:p>
    <w:tbl>
      <w:tblPr>
        <w:tblW w:w="10185" w:type="dxa"/>
        <w:tblInd w:w="4835" w:type="dxa"/>
        <w:tblLayout w:type="fixed"/>
        <w:tblLook w:val="01E0" w:firstRow="1" w:lastRow="1" w:firstColumn="1" w:lastColumn="1" w:noHBand="0" w:noVBand="0"/>
      </w:tblPr>
      <w:tblGrid>
        <w:gridCol w:w="5093"/>
        <w:gridCol w:w="5092"/>
      </w:tblGrid>
      <w:tr w:rsidR="006B3410" w:rsidRPr="0036182B" w14:paraId="57FF62CE" w14:textId="77777777" w:rsidTr="005A7C30">
        <w:trPr>
          <w:trHeight w:val="190"/>
        </w:trPr>
        <w:tc>
          <w:tcPr>
            <w:tcW w:w="5094" w:type="dxa"/>
            <w:hideMark/>
          </w:tcPr>
          <w:p w14:paraId="06BD71F8" w14:textId="77777777" w:rsidR="006B3410" w:rsidRPr="0036182B" w:rsidRDefault="006B3410" w:rsidP="005A7C30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6182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Niniejszy</w:t>
            </w:r>
            <w:proofErr w:type="spellEnd"/>
            <w:r w:rsidRPr="0036182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182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plik</w:t>
            </w:r>
            <w:proofErr w:type="spellEnd"/>
            <w:r w:rsidRPr="0036182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182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należy</w:t>
            </w:r>
            <w:proofErr w:type="spellEnd"/>
            <w:r w:rsidRPr="0036182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182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opatrzeć</w:t>
            </w:r>
            <w:proofErr w:type="spellEnd"/>
          </w:p>
        </w:tc>
        <w:tc>
          <w:tcPr>
            <w:tcW w:w="5094" w:type="dxa"/>
          </w:tcPr>
          <w:p w14:paraId="2CC9E267" w14:textId="77777777" w:rsidR="006B3410" w:rsidRPr="0036182B" w:rsidRDefault="006B3410" w:rsidP="005A7C30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B3410" w:rsidRPr="0036182B" w14:paraId="6751DABF" w14:textId="77777777" w:rsidTr="005A7C30">
        <w:trPr>
          <w:trHeight w:val="375"/>
        </w:trPr>
        <w:tc>
          <w:tcPr>
            <w:tcW w:w="5094" w:type="dxa"/>
            <w:hideMark/>
          </w:tcPr>
          <w:p w14:paraId="7B7E6D6C" w14:textId="77777777" w:rsidR="006B3410" w:rsidRPr="0036182B" w:rsidRDefault="006B3410" w:rsidP="005A7C30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6182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podpisem kwalifikowanym lub podpisem zaufanym lub podpisem osobistym</w:t>
            </w:r>
          </w:p>
        </w:tc>
        <w:tc>
          <w:tcPr>
            <w:tcW w:w="5094" w:type="dxa"/>
          </w:tcPr>
          <w:p w14:paraId="3C38BA5A" w14:textId="77777777" w:rsidR="006B3410" w:rsidRPr="0036182B" w:rsidRDefault="006B3410" w:rsidP="005A7C30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A41B93D" w14:textId="77777777" w:rsidR="006B3410" w:rsidRPr="00077031" w:rsidRDefault="006B3410" w:rsidP="006B3410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4B74D963" w14:textId="4BB961F9" w:rsidR="00573824" w:rsidRPr="006B3410" w:rsidRDefault="00573824" w:rsidP="006B3410"/>
    <w:sectPr w:rsidR="00573824" w:rsidRPr="006B3410" w:rsidSect="00213E88">
      <w:footerReference w:type="default" r:id="rId8"/>
      <w:headerReference w:type="first" r:id="rId9"/>
      <w:footnotePr>
        <w:numFmt w:val="chicago"/>
      </w:footnotePr>
      <w:pgSz w:w="11906" w:h="16838" w:code="9"/>
      <w:pgMar w:top="567" w:right="1558" w:bottom="1418" w:left="1418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A3705" w14:textId="77777777" w:rsidR="00B64383" w:rsidRDefault="00B64383" w:rsidP="00966E5F">
      <w:pPr>
        <w:pStyle w:val="Stopka"/>
      </w:pPr>
      <w:r>
        <w:separator/>
      </w:r>
    </w:p>
  </w:endnote>
  <w:endnote w:type="continuationSeparator" w:id="0">
    <w:p w14:paraId="7BA54D82" w14:textId="77777777" w:rsidR="00B64383" w:rsidRDefault="00B64383" w:rsidP="00966E5F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ource Sans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6C45" w14:textId="77777777" w:rsidR="008A1C56" w:rsidRDefault="008A1C56" w:rsidP="006D11A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156A9" w14:textId="77777777" w:rsidR="00B64383" w:rsidRDefault="00B64383" w:rsidP="00966E5F">
      <w:pPr>
        <w:pStyle w:val="Stopka"/>
      </w:pPr>
      <w:r>
        <w:separator/>
      </w:r>
    </w:p>
  </w:footnote>
  <w:footnote w:type="continuationSeparator" w:id="0">
    <w:p w14:paraId="6C4E5544" w14:textId="77777777" w:rsidR="00B64383" w:rsidRDefault="00B64383" w:rsidP="00966E5F">
      <w:pPr>
        <w:pStyle w:val="Stopka"/>
      </w:pPr>
      <w:r>
        <w:continuationSeparator/>
      </w:r>
    </w:p>
  </w:footnote>
  <w:footnote w:id="1">
    <w:p w14:paraId="566C298F" w14:textId="77777777" w:rsidR="006B3410" w:rsidRDefault="006B3410" w:rsidP="006B3410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D5202" w14:textId="77777777" w:rsidR="000D0CDF" w:rsidRPr="00A348F5" w:rsidRDefault="000D0CDF" w:rsidP="000D0CDF">
    <w:pPr>
      <w:pStyle w:val="Nagwek"/>
      <w:tabs>
        <w:tab w:val="left" w:pos="708"/>
      </w:tabs>
      <w:jc w:val="right"/>
      <w:rPr>
        <w:rFonts w:asciiTheme="minorHAnsi" w:hAnsiTheme="minorHAnsi" w:cstheme="minorHAnsi"/>
        <w:b/>
        <w:sz w:val="20"/>
        <w:szCs w:val="20"/>
        <w:highlight w:val="re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3E22"/>
    <w:multiLevelType w:val="hybridMultilevel"/>
    <w:tmpl w:val="9A5C343E"/>
    <w:lvl w:ilvl="0" w:tplc="60C6223C">
      <w:start w:val="1"/>
      <w:numFmt w:val="decimal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48A3"/>
    <w:multiLevelType w:val="hybridMultilevel"/>
    <w:tmpl w:val="15CA6774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3F1995"/>
    <w:multiLevelType w:val="hybridMultilevel"/>
    <w:tmpl w:val="B316F0BC"/>
    <w:lvl w:ilvl="0" w:tplc="746E11EA">
      <w:start w:val="4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FD0547"/>
    <w:multiLevelType w:val="hybridMultilevel"/>
    <w:tmpl w:val="12C0985E"/>
    <w:name w:val="WW8Num6924"/>
    <w:lvl w:ilvl="0" w:tplc="C9AA31C2">
      <w:start w:val="2"/>
      <w:numFmt w:val="decimal"/>
      <w:lvlText w:val="%1."/>
      <w:lvlJc w:val="left"/>
      <w:pPr>
        <w:tabs>
          <w:tab w:val="num" w:pos="1791"/>
        </w:tabs>
        <w:ind w:left="1071" w:hanging="357"/>
      </w:pPr>
      <w:rPr>
        <w:rFonts w:cs="Times New Roman" w:hint="default"/>
      </w:rPr>
    </w:lvl>
    <w:lvl w:ilvl="1" w:tplc="382202B6">
      <w:start w:val="3"/>
      <w:numFmt w:val="decimal"/>
      <w:lvlText w:val="%2."/>
      <w:lvlJc w:val="left"/>
      <w:pPr>
        <w:tabs>
          <w:tab w:val="num" w:pos="2154"/>
        </w:tabs>
        <w:ind w:left="2154" w:hanging="360"/>
      </w:pPr>
      <w:rPr>
        <w:rFonts w:cs="Times New Roman" w:hint="default"/>
        <w:strike w:val="0"/>
        <w:d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  <w:rPr>
        <w:rFonts w:cs="Times New Roman"/>
      </w:rPr>
    </w:lvl>
  </w:abstractNum>
  <w:abstractNum w:abstractNumId="4" w15:restartNumberingAfterBreak="0">
    <w:nsid w:val="231930E5"/>
    <w:multiLevelType w:val="hybridMultilevel"/>
    <w:tmpl w:val="0E264420"/>
    <w:lvl w:ilvl="0" w:tplc="D23ABB38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430"/>
    <w:multiLevelType w:val="hybridMultilevel"/>
    <w:tmpl w:val="3864C2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83378"/>
    <w:multiLevelType w:val="hybridMultilevel"/>
    <w:tmpl w:val="676ABC2A"/>
    <w:lvl w:ilvl="0" w:tplc="185ABCEE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F33298"/>
    <w:multiLevelType w:val="hybridMultilevel"/>
    <w:tmpl w:val="138A1A24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4D6191"/>
    <w:multiLevelType w:val="hybridMultilevel"/>
    <w:tmpl w:val="9A9E4C96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536C0A"/>
    <w:multiLevelType w:val="hybridMultilevel"/>
    <w:tmpl w:val="845EA68E"/>
    <w:lvl w:ilvl="0" w:tplc="4FCA7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345E3"/>
    <w:multiLevelType w:val="hybridMultilevel"/>
    <w:tmpl w:val="C206F7B2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8331E1"/>
    <w:multiLevelType w:val="hybridMultilevel"/>
    <w:tmpl w:val="122EC18C"/>
    <w:lvl w:ilvl="0" w:tplc="DDDCCEA4">
      <w:start w:val="1"/>
      <w:numFmt w:val="bullet"/>
      <w:lvlText w:val="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CE735B8"/>
    <w:multiLevelType w:val="hybridMultilevel"/>
    <w:tmpl w:val="2AFEA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53FC2"/>
    <w:multiLevelType w:val="hybridMultilevel"/>
    <w:tmpl w:val="36524A8C"/>
    <w:lvl w:ilvl="0" w:tplc="A0069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F0F72"/>
    <w:multiLevelType w:val="hybridMultilevel"/>
    <w:tmpl w:val="CD166D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D4499"/>
    <w:multiLevelType w:val="hybridMultilevel"/>
    <w:tmpl w:val="BC408710"/>
    <w:lvl w:ilvl="0" w:tplc="F23C9FC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7F555D"/>
    <w:multiLevelType w:val="multilevel"/>
    <w:tmpl w:val="3C223E4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544533FA"/>
    <w:multiLevelType w:val="hybridMultilevel"/>
    <w:tmpl w:val="55A88C7A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6B2FA4"/>
    <w:multiLevelType w:val="hybridMultilevel"/>
    <w:tmpl w:val="B73C2672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F673DE1"/>
    <w:multiLevelType w:val="hybridMultilevel"/>
    <w:tmpl w:val="8466D45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604749F7"/>
    <w:multiLevelType w:val="multilevel"/>
    <w:tmpl w:val="6644B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F87BC1"/>
    <w:multiLevelType w:val="hybridMultilevel"/>
    <w:tmpl w:val="DC7625F0"/>
    <w:lvl w:ilvl="0" w:tplc="A0069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83094A"/>
    <w:multiLevelType w:val="hybridMultilevel"/>
    <w:tmpl w:val="F50C84FC"/>
    <w:lvl w:ilvl="0" w:tplc="5BFE80A4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3" w15:restartNumberingAfterBreak="0">
    <w:nsid w:val="73512E6B"/>
    <w:multiLevelType w:val="hybridMultilevel"/>
    <w:tmpl w:val="0B400894"/>
    <w:lvl w:ilvl="0" w:tplc="DDDCCEA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5611604">
    <w:abstractNumId w:val="1"/>
  </w:num>
  <w:num w:numId="2" w16cid:durableId="1160730768">
    <w:abstractNumId w:val="2"/>
  </w:num>
  <w:num w:numId="3" w16cid:durableId="1580403099">
    <w:abstractNumId w:val="11"/>
  </w:num>
  <w:num w:numId="4" w16cid:durableId="1862864597">
    <w:abstractNumId w:val="23"/>
  </w:num>
  <w:num w:numId="5" w16cid:durableId="1314985760">
    <w:abstractNumId w:val="8"/>
  </w:num>
  <w:num w:numId="6" w16cid:durableId="404449184">
    <w:abstractNumId w:val="7"/>
  </w:num>
  <w:num w:numId="7" w16cid:durableId="426273008">
    <w:abstractNumId w:val="17"/>
  </w:num>
  <w:num w:numId="8" w16cid:durableId="1236479120">
    <w:abstractNumId w:val="18"/>
  </w:num>
  <w:num w:numId="9" w16cid:durableId="1116095168">
    <w:abstractNumId w:val="10"/>
  </w:num>
  <w:num w:numId="10" w16cid:durableId="761028744">
    <w:abstractNumId w:val="15"/>
  </w:num>
  <w:num w:numId="11" w16cid:durableId="1215002562">
    <w:abstractNumId w:val="9"/>
  </w:num>
  <w:num w:numId="12" w16cid:durableId="79189780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9872992">
    <w:abstractNumId w:val="21"/>
  </w:num>
  <w:num w:numId="14" w16cid:durableId="1648782036">
    <w:abstractNumId w:val="13"/>
  </w:num>
  <w:num w:numId="15" w16cid:durableId="789975152">
    <w:abstractNumId w:val="0"/>
  </w:num>
  <w:num w:numId="16" w16cid:durableId="911043028">
    <w:abstractNumId w:val="12"/>
  </w:num>
  <w:num w:numId="17" w16cid:durableId="1939754752">
    <w:abstractNumId w:val="5"/>
  </w:num>
  <w:num w:numId="18" w16cid:durableId="1024131314">
    <w:abstractNumId w:val="14"/>
  </w:num>
  <w:num w:numId="19" w16cid:durableId="706562561">
    <w:abstractNumId w:val="4"/>
  </w:num>
  <w:num w:numId="20" w16cid:durableId="6796281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67589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75187264">
    <w:abstractNumId w:val="16"/>
  </w:num>
  <w:num w:numId="23" w16cid:durableId="1248612538">
    <w:abstractNumId w:val="19"/>
  </w:num>
  <w:num w:numId="24" w16cid:durableId="95055223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07959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D7"/>
    <w:rsid w:val="0000599B"/>
    <w:rsid w:val="00007CAE"/>
    <w:rsid w:val="00022499"/>
    <w:rsid w:val="00023049"/>
    <w:rsid w:val="000278F9"/>
    <w:rsid w:val="000340BF"/>
    <w:rsid w:val="0003645A"/>
    <w:rsid w:val="000424EB"/>
    <w:rsid w:val="00042FFB"/>
    <w:rsid w:val="00045C06"/>
    <w:rsid w:val="0005022D"/>
    <w:rsid w:val="00050A00"/>
    <w:rsid w:val="00054934"/>
    <w:rsid w:val="00061507"/>
    <w:rsid w:val="00062FEF"/>
    <w:rsid w:val="00063B81"/>
    <w:rsid w:val="00066A95"/>
    <w:rsid w:val="00070054"/>
    <w:rsid w:val="000725E7"/>
    <w:rsid w:val="000778CF"/>
    <w:rsid w:val="0007791E"/>
    <w:rsid w:val="000802ED"/>
    <w:rsid w:val="00082AB1"/>
    <w:rsid w:val="00087ED2"/>
    <w:rsid w:val="00097787"/>
    <w:rsid w:val="000A20CC"/>
    <w:rsid w:val="000A4515"/>
    <w:rsid w:val="000A50C8"/>
    <w:rsid w:val="000A6B6D"/>
    <w:rsid w:val="000B0C75"/>
    <w:rsid w:val="000B2AAD"/>
    <w:rsid w:val="000B2B28"/>
    <w:rsid w:val="000B5425"/>
    <w:rsid w:val="000B5DE5"/>
    <w:rsid w:val="000B6993"/>
    <w:rsid w:val="000C3FFE"/>
    <w:rsid w:val="000D0CDF"/>
    <w:rsid w:val="000D1284"/>
    <w:rsid w:val="000D3F64"/>
    <w:rsid w:val="000D4446"/>
    <w:rsid w:val="000D5D35"/>
    <w:rsid w:val="000E33BF"/>
    <w:rsid w:val="000E4779"/>
    <w:rsid w:val="000E50F7"/>
    <w:rsid w:val="000E722A"/>
    <w:rsid w:val="000F05E6"/>
    <w:rsid w:val="000F3CED"/>
    <w:rsid w:val="0010176D"/>
    <w:rsid w:val="00101ACE"/>
    <w:rsid w:val="001025FB"/>
    <w:rsid w:val="00104A50"/>
    <w:rsid w:val="00104B05"/>
    <w:rsid w:val="001051E7"/>
    <w:rsid w:val="0010556D"/>
    <w:rsid w:val="00106F43"/>
    <w:rsid w:val="0010741C"/>
    <w:rsid w:val="00114426"/>
    <w:rsid w:val="001158AB"/>
    <w:rsid w:val="00116121"/>
    <w:rsid w:val="00116D2E"/>
    <w:rsid w:val="00122588"/>
    <w:rsid w:val="001234D2"/>
    <w:rsid w:val="00123BF2"/>
    <w:rsid w:val="00123E74"/>
    <w:rsid w:val="001300AB"/>
    <w:rsid w:val="0013297E"/>
    <w:rsid w:val="001355E3"/>
    <w:rsid w:val="001371F5"/>
    <w:rsid w:val="00142142"/>
    <w:rsid w:val="00142ABF"/>
    <w:rsid w:val="0014470B"/>
    <w:rsid w:val="00152C53"/>
    <w:rsid w:val="0015338F"/>
    <w:rsid w:val="00160010"/>
    <w:rsid w:val="00160561"/>
    <w:rsid w:val="001636D7"/>
    <w:rsid w:val="00163F5D"/>
    <w:rsid w:val="00166134"/>
    <w:rsid w:val="00167C1A"/>
    <w:rsid w:val="00170F26"/>
    <w:rsid w:val="001727AE"/>
    <w:rsid w:val="00174F5F"/>
    <w:rsid w:val="0018073B"/>
    <w:rsid w:val="00190A76"/>
    <w:rsid w:val="001917C4"/>
    <w:rsid w:val="00194CBB"/>
    <w:rsid w:val="00196BB2"/>
    <w:rsid w:val="001A4369"/>
    <w:rsid w:val="001A5A94"/>
    <w:rsid w:val="001A6DEC"/>
    <w:rsid w:val="001A73C8"/>
    <w:rsid w:val="001A7967"/>
    <w:rsid w:val="001B117C"/>
    <w:rsid w:val="001B2B3F"/>
    <w:rsid w:val="001B6909"/>
    <w:rsid w:val="001C0529"/>
    <w:rsid w:val="001D18B7"/>
    <w:rsid w:val="001D28EF"/>
    <w:rsid w:val="001D54DF"/>
    <w:rsid w:val="001D7E19"/>
    <w:rsid w:val="001E31CD"/>
    <w:rsid w:val="001F65BA"/>
    <w:rsid w:val="002017A7"/>
    <w:rsid w:val="002027A9"/>
    <w:rsid w:val="0020467E"/>
    <w:rsid w:val="0020666F"/>
    <w:rsid w:val="0020796E"/>
    <w:rsid w:val="00211D95"/>
    <w:rsid w:val="00213E88"/>
    <w:rsid w:val="002159D8"/>
    <w:rsid w:val="002268AC"/>
    <w:rsid w:val="002302E6"/>
    <w:rsid w:val="00230693"/>
    <w:rsid w:val="002348A5"/>
    <w:rsid w:val="00241825"/>
    <w:rsid w:val="002419E8"/>
    <w:rsid w:val="002425E4"/>
    <w:rsid w:val="00250258"/>
    <w:rsid w:val="00250CCB"/>
    <w:rsid w:val="00255589"/>
    <w:rsid w:val="00256C92"/>
    <w:rsid w:val="0026182D"/>
    <w:rsid w:val="0026313B"/>
    <w:rsid w:val="0026342F"/>
    <w:rsid w:val="00263B61"/>
    <w:rsid w:val="00263EFF"/>
    <w:rsid w:val="0026474A"/>
    <w:rsid w:val="00271C0E"/>
    <w:rsid w:val="00277DC2"/>
    <w:rsid w:val="00280CC1"/>
    <w:rsid w:val="0028175F"/>
    <w:rsid w:val="00281AE6"/>
    <w:rsid w:val="00282771"/>
    <w:rsid w:val="002879B0"/>
    <w:rsid w:val="00291A64"/>
    <w:rsid w:val="002927C4"/>
    <w:rsid w:val="00293D5E"/>
    <w:rsid w:val="002951DD"/>
    <w:rsid w:val="002A09BA"/>
    <w:rsid w:val="002B3138"/>
    <w:rsid w:val="002B46F8"/>
    <w:rsid w:val="002B47C2"/>
    <w:rsid w:val="002B65C2"/>
    <w:rsid w:val="002C1766"/>
    <w:rsid w:val="002C184B"/>
    <w:rsid w:val="002C5DB4"/>
    <w:rsid w:val="002C78D9"/>
    <w:rsid w:val="002C7D73"/>
    <w:rsid w:val="002D25D4"/>
    <w:rsid w:val="002D64AE"/>
    <w:rsid w:val="002D712F"/>
    <w:rsid w:val="002D7216"/>
    <w:rsid w:val="002D744B"/>
    <w:rsid w:val="002D75F5"/>
    <w:rsid w:val="002D77CD"/>
    <w:rsid w:val="002E25B8"/>
    <w:rsid w:val="002E49AD"/>
    <w:rsid w:val="002E5E35"/>
    <w:rsid w:val="002E60B3"/>
    <w:rsid w:val="002E7D2D"/>
    <w:rsid w:val="002F0EFB"/>
    <w:rsid w:val="002F130E"/>
    <w:rsid w:val="002F2D5B"/>
    <w:rsid w:val="002F55D8"/>
    <w:rsid w:val="002F5A4E"/>
    <w:rsid w:val="002F6497"/>
    <w:rsid w:val="002F6A95"/>
    <w:rsid w:val="002F787B"/>
    <w:rsid w:val="002F7A5E"/>
    <w:rsid w:val="002F7BB6"/>
    <w:rsid w:val="0030184D"/>
    <w:rsid w:val="00303695"/>
    <w:rsid w:val="00303AFA"/>
    <w:rsid w:val="0031116D"/>
    <w:rsid w:val="003161D9"/>
    <w:rsid w:val="003209B4"/>
    <w:rsid w:val="0032564D"/>
    <w:rsid w:val="00326EAC"/>
    <w:rsid w:val="00330C63"/>
    <w:rsid w:val="00343EDC"/>
    <w:rsid w:val="00345FA8"/>
    <w:rsid w:val="00347767"/>
    <w:rsid w:val="003571C6"/>
    <w:rsid w:val="00361618"/>
    <w:rsid w:val="003621A3"/>
    <w:rsid w:val="00371D29"/>
    <w:rsid w:val="00372C82"/>
    <w:rsid w:val="00373535"/>
    <w:rsid w:val="00375A92"/>
    <w:rsid w:val="00376133"/>
    <w:rsid w:val="003767EB"/>
    <w:rsid w:val="00377C3E"/>
    <w:rsid w:val="003807E7"/>
    <w:rsid w:val="0038138F"/>
    <w:rsid w:val="00383CAC"/>
    <w:rsid w:val="003854D3"/>
    <w:rsid w:val="00385C36"/>
    <w:rsid w:val="003905DD"/>
    <w:rsid w:val="003939AC"/>
    <w:rsid w:val="00395802"/>
    <w:rsid w:val="0039723D"/>
    <w:rsid w:val="003A07EC"/>
    <w:rsid w:val="003A1AA6"/>
    <w:rsid w:val="003A3206"/>
    <w:rsid w:val="003A5BA8"/>
    <w:rsid w:val="003B155A"/>
    <w:rsid w:val="003B16A0"/>
    <w:rsid w:val="003B3D39"/>
    <w:rsid w:val="003B65A8"/>
    <w:rsid w:val="003C6130"/>
    <w:rsid w:val="003D3C85"/>
    <w:rsid w:val="003D6626"/>
    <w:rsid w:val="003D6D4C"/>
    <w:rsid w:val="003D7A09"/>
    <w:rsid w:val="003E0E5E"/>
    <w:rsid w:val="003E593C"/>
    <w:rsid w:val="003E7F63"/>
    <w:rsid w:val="003F0831"/>
    <w:rsid w:val="003F2117"/>
    <w:rsid w:val="003F2769"/>
    <w:rsid w:val="003F2C5B"/>
    <w:rsid w:val="003F356A"/>
    <w:rsid w:val="003F5BC2"/>
    <w:rsid w:val="003F600B"/>
    <w:rsid w:val="00400B81"/>
    <w:rsid w:val="00405EDD"/>
    <w:rsid w:val="004079ED"/>
    <w:rsid w:val="004114B4"/>
    <w:rsid w:val="00413D90"/>
    <w:rsid w:val="0041739C"/>
    <w:rsid w:val="00424463"/>
    <w:rsid w:val="00425954"/>
    <w:rsid w:val="00440672"/>
    <w:rsid w:val="00441CD3"/>
    <w:rsid w:val="0044311B"/>
    <w:rsid w:val="00444075"/>
    <w:rsid w:val="004624A5"/>
    <w:rsid w:val="004678BD"/>
    <w:rsid w:val="00467F7A"/>
    <w:rsid w:val="00480E97"/>
    <w:rsid w:val="0048177B"/>
    <w:rsid w:val="00483511"/>
    <w:rsid w:val="0048362F"/>
    <w:rsid w:val="00483710"/>
    <w:rsid w:val="004856C4"/>
    <w:rsid w:val="00485A56"/>
    <w:rsid w:val="00486423"/>
    <w:rsid w:val="004872AB"/>
    <w:rsid w:val="00496896"/>
    <w:rsid w:val="004B373D"/>
    <w:rsid w:val="004B3C6D"/>
    <w:rsid w:val="004C0379"/>
    <w:rsid w:val="004C397F"/>
    <w:rsid w:val="004C3AF6"/>
    <w:rsid w:val="004C6549"/>
    <w:rsid w:val="004D41DE"/>
    <w:rsid w:val="004E658B"/>
    <w:rsid w:val="004F28B3"/>
    <w:rsid w:val="004F4CC2"/>
    <w:rsid w:val="004F549E"/>
    <w:rsid w:val="005040F1"/>
    <w:rsid w:val="005045B1"/>
    <w:rsid w:val="005100BF"/>
    <w:rsid w:val="0051314B"/>
    <w:rsid w:val="005303CA"/>
    <w:rsid w:val="00530DE5"/>
    <w:rsid w:val="0053221C"/>
    <w:rsid w:val="005322FA"/>
    <w:rsid w:val="00532C87"/>
    <w:rsid w:val="005344B9"/>
    <w:rsid w:val="00535B44"/>
    <w:rsid w:val="0053613B"/>
    <w:rsid w:val="00540172"/>
    <w:rsid w:val="00540B89"/>
    <w:rsid w:val="005414E3"/>
    <w:rsid w:val="00542ACE"/>
    <w:rsid w:val="00545FD8"/>
    <w:rsid w:val="00554B41"/>
    <w:rsid w:val="00556879"/>
    <w:rsid w:val="00561F68"/>
    <w:rsid w:val="00564405"/>
    <w:rsid w:val="0056579F"/>
    <w:rsid w:val="00567221"/>
    <w:rsid w:val="00567B6C"/>
    <w:rsid w:val="00570735"/>
    <w:rsid w:val="00573824"/>
    <w:rsid w:val="005744A2"/>
    <w:rsid w:val="00576CAB"/>
    <w:rsid w:val="005776FB"/>
    <w:rsid w:val="005806B1"/>
    <w:rsid w:val="00583CEB"/>
    <w:rsid w:val="00590552"/>
    <w:rsid w:val="00594494"/>
    <w:rsid w:val="0059588F"/>
    <w:rsid w:val="00596828"/>
    <w:rsid w:val="00597CA3"/>
    <w:rsid w:val="005A0B67"/>
    <w:rsid w:val="005A3185"/>
    <w:rsid w:val="005A3952"/>
    <w:rsid w:val="005A4256"/>
    <w:rsid w:val="005A74AE"/>
    <w:rsid w:val="005A7A88"/>
    <w:rsid w:val="005B2929"/>
    <w:rsid w:val="005B2E86"/>
    <w:rsid w:val="005B3544"/>
    <w:rsid w:val="005B43A5"/>
    <w:rsid w:val="005B4643"/>
    <w:rsid w:val="005C285B"/>
    <w:rsid w:val="005C4808"/>
    <w:rsid w:val="005D1E82"/>
    <w:rsid w:val="005D5F3C"/>
    <w:rsid w:val="005D63E8"/>
    <w:rsid w:val="005D6F8E"/>
    <w:rsid w:val="005D73E0"/>
    <w:rsid w:val="005D73F6"/>
    <w:rsid w:val="005D75C0"/>
    <w:rsid w:val="005D7AFE"/>
    <w:rsid w:val="005E4433"/>
    <w:rsid w:val="005E4B95"/>
    <w:rsid w:val="005E4E3B"/>
    <w:rsid w:val="005E5AA7"/>
    <w:rsid w:val="005F0D74"/>
    <w:rsid w:val="005F285B"/>
    <w:rsid w:val="005F2B04"/>
    <w:rsid w:val="005F658A"/>
    <w:rsid w:val="005F7520"/>
    <w:rsid w:val="005F797B"/>
    <w:rsid w:val="0060238B"/>
    <w:rsid w:val="0060258C"/>
    <w:rsid w:val="00606540"/>
    <w:rsid w:val="00607A47"/>
    <w:rsid w:val="00607FB5"/>
    <w:rsid w:val="006107D0"/>
    <w:rsid w:val="006118C3"/>
    <w:rsid w:val="00617755"/>
    <w:rsid w:val="00617B77"/>
    <w:rsid w:val="006222D7"/>
    <w:rsid w:val="00625777"/>
    <w:rsid w:val="006325EC"/>
    <w:rsid w:val="00632BF0"/>
    <w:rsid w:val="00637D14"/>
    <w:rsid w:val="0064007F"/>
    <w:rsid w:val="0064383F"/>
    <w:rsid w:val="00644D42"/>
    <w:rsid w:val="0064523D"/>
    <w:rsid w:val="0065119C"/>
    <w:rsid w:val="00651E2F"/>
    <w:rsid w:val="006530BB"/>
    <w:rsid w:val="00655321"/>
    <w:rsid w:val="006554C1"/>
    <w:rsid w:val="0065626C"/>
    <w:rsid w:val="006602CD"/>
    <w:rsid w:val="0066314B"/>
    <w:rsid w:val="00665C14"/>
    <w:rsid w:val="00676040"/>
    <w:rsid w:val="0068119F"/>
    <w:rsid w:val="0068630E"/>
    <w:rsid w:val="006A0A51"/>
    <w:rsid w:val="006A67B9"/>
    <w:rsid w:val="006A7992"/>
    <w:rsid w:val="006A7FDF"/>
    <w:rsid w:val="006B04AC"/>
    <w:rsid w:val="006B162D"/>
    <w:rsid w:val="006B3410"/>
    <w:rsid w:val="006B34DD"/>
    <w:rsid w:val="006B4A5E"/>
    <w:rsid w:val="006B4ED4"/>
    <w:rsid w:val="006B62A0"/>
    <w:rsid w:val="006B7038"/>
    <w:rsid w:val="006C2A53"/>
    <w:rsid w:val="006C4605"/>
    <w:rsid w:val="006C7A57"/>
    <w:rsid w:val="006D11A8"/>
    <w:rsid w:val="006D3A05"/>
    <w:rsid w:val="006D6FC6"/>
    <w:rsid w:val="006D799C"/>
    <w:rsid w:val="006F7107"/>
    <w:rsid w:val="006F788D"/>
    <w:rsid w:val="0070650B"/>
    <w:rsid w:val="00707302"/>
    <w:rsid w:val="00707487"/>
    <w:rsid w:val="00710245"/>
    <w:rsid w:val="00711708"/>
    <w:rsid w:val="00721B3C"/>
    <w:rsid w:val="0072263C"/>
    <w:rsid w:val="00725622"/>
    <w:rsid w:val="00727B31"/>
    <w:rsid w:val="00730474"/>
    <w:rsid w:val="00730882"/>
    <w:rsid w:val="007339AC"/>
    <w:rsid w:val="00733B6A"/>
    <w:rsid w:val="00737379"/>
    <w:rsid w:val="00740555"/>
    <w:rsid w:val="00743BB0"/>
    <w:rsid w:val="0074425E"/>
    <w:rsid w:val="00750D9A"/>
    <w:rsid w:val="00753BCD"/>
    <w:rsid w:val="0075588C"/>
    <w:rsid w:val="00755A3D"/>
    <w:rsid w:val="007562EB"/>
    <w:rsid w:val="00760478"/>
    <w:rsid w:val="00764FEE"/>
    <w:rsid w:val="007656D0"/>
    <w:rsid w:val="007658A0"/>
    <w:rsid w:val="00766C41"/>
    <w:rsid w:val="00767D3D"/>
    <w:rsid w:val="0078108C"/>
    <w:rsid w:val="00782F62"/>
    <w:rsid w:val="00783A17"/>
    <w:rsid w:val="007872A3"/>
    <w:rsid w:val="0079380F"/>
    <w:rsid w:val="0079792D"/>
    <w:rsid w:val="007A43EB"/>
    <w:rsid w:val="007B05EB"/>
    <w:rsid w:val="007B071E"/>
    <w:rsid w:val="007B4683"/>
    <w:rsid w:val="007B4C76"/>
    <w:rsid w:val="007B51D9"/>
    <w:rsid w:val="007B5FE3"/>
    <w:rsid w:val="007B7497"/>
    <w:rsid w:val="007C1549"/>
    <w:rsid w:val="007C41D2"/>
    <w:rsid w:val="007C5BF9"/>
    <w:rsid w:val="007D7D01"/>
    <w:rsid w:val="007E02C5"/>
    <w:rsid w:val="007E1A4F"/>
    <w:rsid w:val="007E2071"/>
    <w:rsid w:val="007E2FB6"/>
    <w:rsid w:val="007F0298"/>
    <w:rsid w:val="007F02FB"/>
    <w:rsid w:val="007F15DA"/>
    <w:rsid w:val="007F261B"/>
    <w:rsid w:val="008009E9"/>
    <w:rsid w:val="0080389F"/>
    <w:rsid w:val="0080630A"/>
    <w:rsid w:val="00810C1D"/>
    <w:rsid w:val="00811CE5"/>
    <w:rsid w:val="00813C66"/>
    <w:rsid w:val="008157CE"/>
    <w:rsid w:val="00821AB3"/>
    <w:rsid w:val="00825EB6"/>
    <w:rsid w:val="00830785"/>
    <w:rsid w:val="0083626C"/>
    <w:rsid w:val="00842E8B"/>
    <w:rsid w:val="008437E8"/>
    <w:rsid w:val="0084539E"/>
    <w:rsid w:val="00850048"/>
    <w:rsid w:val="00852F22"/>
    <w:rsid w:val="0085480C"/>
    <w:rsid w:val="00855EA0"/>
    <w:rsid w:val="00857F46"/>
    <w:rsid w:val="00863F30"/>
    <w:rsid w:val="00865214"/>
    <w:rsid w:val="0086710D"/>
    <w:rsid w:val="0086757C"/>
    <w:rsid w:val="0087663C"/>
    <w:rsid w:val="008773D2"/>
    <w:rsid w:val="00877FC3"/>
    <w:rsid w:val="0088027B"/>
    <w:rsid w:val="00880794"/>
    <w:rsid w:val="00880FE5"/>
    <w:rsid w:val="008810FB"/>
    <w:rsid w:val="008840C5"/>
    <w:rsid w:val="008925B6"/>
    <w:rsid w:val="008941BF"/>
    <w:rsid w:val="00895CAC"/>
    <w:rsid w:val="00897051"/>
    <w:rsid w:val="008A0702"/>
    <w:rsid w:val="008A1C56"/>
    <w:rsid w:val="008A2196"/>
    <w:rsid w:val="008A6675"/>
    <w:rsid w:val="008A7059"/>
    <w:rsid w:val="008B6297"/>
    <w:rsid w:val="008C670E"/>
    <w:rsid w:val="008C680B"/>
    <w:rsid w:val="008D25FF"/>
    <w:rsid w:val="008D70DF"/>
    <w:rsid w:val="008E4019"/>
    <w:rsid w:val="008E5D0C"/>
    <w:rsid w:val="008E6844"/>
    <w:rsid w:val="008F1559"/>
    <w:rsid w:val="008F4F34"/>
    <w:rsid w:val="008F7E2B"/>
    <w:rsid w:val="00902C7B"/>
    <w:rsid w:val="009056D0"/>
    <w:rsid w:val="009066AC"/>
    <w:rsid w:val="00911488"/>
    <w:rsid w:val="00911B1D"/>
    <w:rsid w:val="00920F06"/>
    <w:rsid w:val="009220AB"/>
    <w:rsid w:val="00922E60"/>
    <w:rsid w:val="00924ED1"/>
    <w:rsid w:val="009253DC"/>
    <w:rsid w:val="009268B6"/>
    <w:rsid w:val="00930B2C"/>
    <w:rsid w:val="009330CB"/>
    <w:rsid w:val="009364C8"/>
    <w:rsid w:val="009421CF"/>
    <w:rsid w:val="009437C6"/>
    <w:rsid w:val="00943CB5"/>
    <w:rsid w:val="00950899"/>
    <w:rsid w:val="00955471"/>
    <w:rsid w:val="00960247"/>
    <w:rsid w:val="00965392"/>
    <w:rsid w:val="0096656F"/>
    <w:rsid w:val="00966B9F"/>
    <w:rsid w:val="00966E5F"/>
    <w:rsid w:val="009734E8"/>
    <w:rsid w:val="00973C24"/>
    <w:rsid w:val="00974282"/>
    <w:rsid w:val="009746B6"/>
    <w:rsid w:val="00975C1D"/>
    <w:rsid w:val="009811DA"/>
    <w:rsid w:val="00982773"/>
    <w:rsid w:val="0098424D"/>
    <w:rsid w:val="00986652"/>
    <w:rsid w:val="00991A08"/>
    <w:rsid w:val="00991B97"/>
    <w:rsid w:val="00991E35"/>
    <w:rsid w:val="009936F5"/>
    <w:rsid w:val="0099563E"/>
    <w:rsid w:val="009A5F19"/>
    <w:rsid w:val="009A6497"/>
    <w:rsid w:val="009A7B87"/>
    <w:rsid w:val="009A7EAE"/>
    <w:rsid w:val="009C1AD4"/>
    <w:rsid w:val="009C40F5"/>
    <w:rsid w:val="009C48D1"/>
    <w:rsid w:val="009C686F"/>
    <w:rsid w:val="009C75D2"/>
    <w:rsid w:val="009D204B"/>
    <w:rsid w:val="009D4CFC"/>
    <w:rsid w:val="009D52C2"/>
    <w:rsid w:val="009E5402"/>
    <w:rsid w:val="009E5EEC"/>
    <w:rsid w:val="009F007D"/>
    <w:rsid w:val="009F0F67"/>
    <w:rsid w:val="009F3637"/>
    <w:rsid w:val="009F3EBB"/>
    <w:rsid w:val="009F5CBA"/>
    <w:rsid w:val="00A03DA6"/>
    <w:rsid w:val="00A05723"/>
    <w:rsid w:val="00A10A30"/>
    <w:rsid w:val="00A12579"/>
    <w:rsid w:val="00A12A0E"/>
    <w:rsid w:val="00A12AA2"/>
    <w:rsid w:val="00A16AB5"/>
    <w:rsid w:val="00A2051B"/>
    <w:rsid w:val="00A23037"/>
    <w:rsid w:val="00A2651E"/>
    <w:rsid w:val="00A27431"/>
    <w:rsid w:val="00A30C57"/>
    <w:rsid w:val="00A32DC1"/>
    <w:rsid w:val="00A34D4D"/>
    <w:rsid w:val="00A4059A"/>
    <w:rsid w:val="00A46984"/>
    <w:rsid w:val="00A47410"/>
    <w:rsid w:val="00A5398D"/>
    <w:rsid w:val="00A54B5C"/>
    <w:rsid w:val="00A54C15"/>
    <w:rsid w:val="00A556AE"/>
    <w:rsid w:val="00A703D4"/>
    <w:rsid w:val="00A73EDA"/>
    <w:rsid w:val="00A742AD"/>
    <w:rsid w:val="00A7474E"/>
    <w:rsid w:val="00A76557"/>
    <w:rsid w:val="00A7675F"/>
    <w:rsid w:val="00A767C4"/>
    <w:rsid w:val="00A802AD"/>
    <w:rsid w:val="00A80C86"/>
    <w:rsid w:val="00A82505"/>
    <w:rsid w:val="00A85B9A"/>
    <w:rsid w:val="00A8732C"/>
    <w:rsid w:val="00A873C3"/>
    <w:rsid w:val="00A92F65"/>
    <w:rsid w:val="00AA13E9"/>
    <w:rsid w:val="00AA47D0"/>
    <w:rsid w:val="00AA6155"/>
    <w:rsid w:val="00AA64FE"/>
    <w:rsid w:val="00AA7640"/>
    <w:rsid w:val="00AB4382"/>
    <w:rsid w:val="00AB7616"/>
    <w:rsid w:val="00AC0DF4"/>
    <w:rsid w:val="00AC44F7"/>
    <w:rsid w:val="00AC4531"/>
    <w:rsid w:val="00AC71E3"/>
    <w:rsid w:val="00AD1DA3"/>
    <w:rsid w:val="00AD24B4"/>
    <w:rsid w:val="00AD32E1"/>
    <w:rsid w:val="00AD470E"/>
    <w:rsid w:val="00AD4AB7"/>
    <w:rsid w:val="00AD5413"/>
    <w:rsid w:val="00AD62F4"/>
    <w:rsid w:val="00AE09F1"/>
    <w:rsid w:val="00AE34C0"/>
    <w:rsid w:val="00AE4AC5"/>
    <w:rsid w:val="00AE54FE"/>
    <w:rsid w:val="00AF0C07"/>
    <w:rsid w:val="00AF0CB7"/>
    <w:rsid w:val="00AF11EC"/>
    <w:rsid w:val="00AF1EEE"/>
    <w:rsid w:val="00AF612B"/>
    <w:rsid w:val="00AF7166"/>
    <w:rsid w:val="00B00802"/>
    <w:rsid w:val="00B01526"/>
    <w:rsid w:val="00B01FEC"/>
    <w:rsid w:val="00B0274A"/>
    <w:rsid w:val="00B100F6"/>
    <w:rsid w:val="00B108B5"/>
    <w:rsid w:val="00B11307"/>
    <w:rsid w:val="00B12DC7"/>
    <w:rsid w:val="00B2128F"/>
    <w:rsid w:val="00B23869"/>
    <w:rsid w:val="00B246C4"/>
    <w:rsid w:val="00B27800"/>
    <w:rsid w:val="00B301DD"/>
    <w:rsid w:val="00B32652"/>
    <w:rsid w:val="00B3290D"/>
    <w:rsid w:val="00B34B07"/>
    <w:rsid w:val="00B362FF"/>
    <w:rsid w:val="00B37474"/>
    <w:rsid w:val="00B42BE7"/>
    <w:rsid w:val="00B4472B"/>
    <w:rsid w:val="00B44F4B"/>
    <w:rsid w:val="00B4541B"/>
    <w:rsid w:val="00B45CA2"/>
    <w:rsid w:val="00B460C5"/>
    <w:rsid w:val="00B46D88"/>
    <w:rsid w:val="00B5149D"/>
    <w:rsid w:val="00B5439D"/>
    <w:rsid w:val="00B54AA5"/>
    <w:rsid w:val="00B55121"/>
    <w:rsid w:val="00B6206B"/>
    <w:rsid w:val="00B62D43"/>
    <w:rsid w:val="00B64383"/>
    <w:rsid w:val="00B65F16"/>
    <w:rsid w:val="00B704A2"/>
    <w:rsid w:val="00B70D05"/>
    <w:rsid w:val="00B712F0"/>
    <w:rsid w:val="00B715DD"/>
    <w:rsid w:val="00B716E4"/>
    <w:rsid w:val="00B75793"/>
    <w:rsid w:val="00B8190D"/>
    <w:rsid w:val="00B83D01"/>
    <w:rsid w:val="00B84B24"/>
    <w:rsid w:val="00B92C2B"/>
    <w:rsid w:val="00B96493"/>
    <w:rsid w:val="00B96545"/>
    <w:rsid w:val="00B9749E"/>
    <w:rsid w:val="00B9752B"/>
    <w:rsid w:val="00BA0B33"/>
    <w:rsid w:val="00BA162A"/>
    <w:rsid w:val="00BA6084"/>
    <w:rsid w:val="00BB1BFD"/>
    <w:rsid w:val="00BB267D"/>
    <w:rsid w:val="00BB6EDA"/>
    <w:rsid w:val="00BC11D6"/>
    <w:rsid w:val="00BC1A73"/>
    <w:rsid w:val="00BC2A73"/>
    <w:rsid w:val="00BC3607"/>
    <w:rsid w:val="00BC4B13"/>
    <w:rsid w:val="00BC7DC7"/>
    <w:rsid w:val="00BD080C"/>
    <w:rsid w:val="00BD4055"/>
    <w:rsid w:val="00BD4B10"/>
    <w:rsid w:val="00BD4DA0"/>
    <w:rsid w:val="00BD7BA5"/>
    <w:rsid w:val="00BD7FDF"/>
    <w:rsid w:val="00BE2D8C"/>
    <w:rsid w:val="00BE4082"/>
    <w:rsid w:val="00BE48E6"/>
    <w:rsid w:val="00BE4980"/>
    <w:rsid w:val="00BF49ED"/>
    <w:rsid w:val="00C04D61"/>
    <w:rsid w:val="00C06B8B"/>
    <w:rsid w:val="00C13DA4"/>
    <w:rsid w:val="00C16659"/>
    <w:rsid w:val="00C20B25"/>
    <w:rsid w:val="00C25C8C"/>
    <w:rsid w:val="00C26765"/>
    <w:rsid w:val="00C31A56"/>
    <w:rsid w:val="00C402B5"/>
    <w:rsid w:val="00C4180D"/>
    <w:rsid w:val="00C44E48"/>
    <w:rsid w:val="00C50B4B"/>
    <w:rsid w:val="00C52D01"/>
    <w:rsid w:val="00C60512"/>
    <w:rsid w:val="00C60AF8"/>
    <w:rsid w:val="00C62F1F"/>
    <w:rsid w:val="00C6352E"/>
    <w:rsid w:val="00C659B0"/>
    <w:rsid w:val="00C70646"/>
    <w:rsid w:val="00C70E8C"/>
    <w:rsid w:val="00C728EB"/>
    <w:rsid w:val="00C738D5"/>
    <w:rsid w:val="00C73B1F"/>
    <w:rsid w:val="00C748E6"/>
    <w:rsid w:val="00C90C55"/>
    <w:rsid w:val="00C93A73"/>
    <w:rsid w:val="00C96476"/>
    <w:rsid w:val="00CA1F55"/>
    <w:rsid w:val="00CA21A8"/>
    <w:rsid w:val="00CA2319"/>
    <w:rsid w:val="00CA3B2F"/>
    <w:rsid w:val="00CB2CBB"/>
    <w:rsid w:val="00CB452B"/>
    <w:rsid w:val="00CB69F3"/>
    <w:rsid w:val="00CC3F53"/>
    <w:rsid w:val="00CC44FB"/>
    <w:rsid w:val="00CD0301"/>
    <w:rsid w:val="00CD0D8E"/>
    <w:rsid w:val="00CD12B7"/>
    <w:rsid w:val="00CD2EDF"/>
    <w:rsid w:val="00CD31AC"/>
    <w:rsid w:val="00CD7C8F"/>
    <w:rsid w:val="00CE52CB"/>
    <w:rsid w:val="00CE5E08"/>
    <w:rsid w:val="00CF2978"/>
    <w:rsid w:val="00CF3E3B"/>
    <w:rsid w:val="00CF4C19"/>
    <w:rsid w:val="00D02B4A"/>
    <w:rsid w:val="00D0302C"/>
    <w:rsid w:val="00D03053"/>
    <w:rsid w:val="00D03C14"/>
    <w:rsid w:val="00D0438E"/>
    <w:rsid w:val="00D076FA"/>
    <w:rsid w:val="00D07823"/>
    <w:rsid w:val="00D11DF2"/>
    <w:rsid w:val="00D125C3"/>
    <w:rsid w:val="00D148AF"/>
    <w:rsid w:val="00D14CB3"/>
    <w:rsid w:val="00D21841"/>
    <w:rsid w:val="00D30CD4"/>
    <w:rsid w:val="00D33115"/>
    <w:rsid w:val="00D3362D"/>
    <w:rsid w:val="00D45397"/>
    <w:rsid w:val="00D45504"/>
    <w:rsid w:val="00D47B66"/>
    <w:rsid w:val="00D50141"/>
    <w:rsid w:val="00D515AE"/>
    <w:rsid w:val="00D52625"/>
    <w:rsid w:val="00D52D87"/>
    <w:rsid w:val="00D5619C"/>
    <w:rsid w:val="00D65C31"/>
    <w:rsid w:val="00D7073A"/>
    <w:rsid w:val="00D70FEE"/>
    <w:rsid w:val="00D71A3A"/>
    <w:rsid w:val="00D743C6"/>
    <w:rsid w:val="00D74E2F"/>
    <w:rsid w:val="00D81189"/>
    <w:rsid w:val="00D817A0"/>
    <w:rsid w:val="00D868D9"/>
    <w:rsid w:val="00D86EF7"/>
    <w:rsid w:val="00D872A5"/>
    <w:rsid w:val="00D875DC"/>
    <w:rsid w:val="00D902D8"/>
    <w:rsid w:val="00D938CF"/>
    <w:rsid w:val="00D94FDD"/>
    <w:rsid w:val="00D968D8"/>
    <w:rsid w:val="00DA0162"/>
    <w:rsid w:val="00DA03A8"/>
    <w:rsid w:val="00DA39D4"/>
    <w:rsid w:val="00DA3CCB"/>
    <w:rsid w:val="00DA4FEF"/>
    <w:rsid w:val="00DB2162"/>
    <w:rsid w:val="00DC260D"/>
    <w:rsid w:val="00DC5A44"/>
    <w:rsid w:val="00DC5A73"/>
    <w:rsid w:val="00DD1644"/>
    <w:rsid w:val="00DD3352"/>
    <w:rsid w:val="00DD4321"/>
    <w:rsid w:val="00DD646F"/>
    <w:rsid w:val="00DE354D"/>
    <w:rsid w:val="00DE54EE"/>
    <w:rsid w:val="00DF029C"/>
    <w:rsid w:val="00DF5AB5"/>
    <w:rsid w:val="00DF786E"/>
    <w:rsid w:val="00E012D1"/>
    <w:rsid w:val="00E06DC9"/>
    <w:rsid w:val="00E06E1E"/>
    <w:rsid w:val="00E06EEE"/>
    <w:rsid w:val="00E1188A"/>
    <w:rsid w:val="00E118B8"/>
    <w:rsid w:val="00E122DB"/>
    <w:rsid w:val="00E12B8F"/>
    <w:rsid w:val="00E21305"/>
    <w:rsid w:val="00E24C5C"/>
    <w:rsid w:val="00E258E0"/>
    <w:rsid w:val="00E27461"/>
    <w:rsid w:val="00E27679"/>
    <w:rsid w:val="00E33C10"/>
    <w:rsid w:val="00E33D49"/>
    <w:rsid w:val="00E3556F"/>
    <w:rsid w:val="00E41D21"/>
    <w:rsid w:val="00E47BB3"/>
    <w:rsid w:val="00E47E5A"/>
    <w:rsid w:val="00E53C99"/>
    <w:rsid w:val="00E57BD4"/>
    <w:rsid w:val="00E60D82"/>
    <w:rsid w:val="00E62B7F"/>
    <w:rsid w:val="00E641C8"/>
    <w:rsid w:val="00E64F76"/>
    <w:rsid w:val="00E677F4"/>
    <w:rsid w:val="00E751CA"/>
    <w:rsid w:val="00E76D51"/>
    <w:rsid w:val="00E80CAE"/>
    <w:rsid w:val="00E83AEC"/>
    <w:rsid w:val="00E846A7"/>
    <w:rsid w:val="00E86BCB"/>
    <w:rsid w:val="00E91EE3"/>
    <w:rsid w:val="00E932E2"/>
    <w:rsid w:val="00E9681D"/>
    <w:rsid w:val="00EA1248"/>
    <w:rsid w:val="00EA2082"/>
    <w:rsid w:val="00EA29B3"/>
    <w:rsid w:val="00EA3615"/>
    <w:rsid w:val="00EA5E0E"/>
    <w:rsid w:val="00EB4C07"/>
    <w:rsid w:val="00EC0835"/>
    <w:rsid w:val="00EC463C"/>
    <w:rsid w:val="00EC6050"/>
    <w:rsid w:val="00ED413A"/>
    <w:rsid w:val="00ED6E7A"/>
    <w:rsid w:val="00EE04B5"/>
    <w:rsid w:val="00EF6C95"/>
    <w:rsid w:val="00F0035E"/>
    <w:rsid w:val="00F01868"/>
    <w:rsid w:val="00F02047"/>
    <w:rsid w:val="00F0295E"/>
    <w:rsid w:val="00F0614B"/>
    <w:rsid w:val="00F11660"/>
    <w:rsid w:val="00F12F61"/>
    <w:rsid w:val="00F14150"/>
    <w:rsid w:val="00F150CD"/>
    <w:rsid w:val="00F23642"/>
    <w:rsid w:val="00F23F05"/>
    <w:rsid w:val="00F269DC"/>
    <w:rsid w:val="00F3005F"/>
    <w:rsid w:val="00F33274"/>
    <w:rsid w:val="00F41C33"/>
    <w:rsid w:val="00F53FF3"/>
    <w:rsid w:val="00F613C6"/>
    <w:rsid w:val="00F61914"/>
    <w:rsid w:val="00F641AF"/>
    <w:rsid w:val="00F649FA"/>
    <w:rsid w:val="00F64A4B"/>
    <w:rsid w:val="00F666E4"/>
    <w:rsid w:val="00F732E3"/>
    <w:rsid w:val="00F74EC4"/>
    <w:rsid w:val="00F75C75"/>
    <w:rsid w:val="00F831EE"/>
    <w:rsid w:val="00F85EE1"/>
    <w:rsid w:val="00F86B36"/>
    <w:rsid w:val="00F90AE6"/>
    <w:rsid w:val="00F912CC"/>
    <w:rsid w:val="00F93A5B"/>
    <w:rsid w:val="00F943B2"/>
    <w:rsid w:val="00F945B8"/>
    <w:rsid w:val="00FA025F"/>
    <w:rsid w:val="00FA22A5"/>
    <w:rsid w:val="00FA4AF9"/>
    <w:rsid w:val="00FA6EC1"/>
    <w:rsid w:val="00FB0BA5"/>
    <w:rsid w:val="00FC0334"/>
    <w:rsid w:val="00FC466A"/>
    <w:rsid w:val="00FD26EB"/>
    <w:rsid w:val="00FD5418"/>
    <w:rsid w:val="00FE0637"/>
    <w:rsid w:val="00FE2A85"/>
    <w:rsid w:val="00FE7440"/>
    <w:rsid w:val="00FF23C2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B7A4AC"/>
  <w15:docId w15:val="{35694145-ED77-485A-8931-20110B0F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uiPriority w:val="1"/>
    <w:qFormat/>
    <w:rsid w:val="001355E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474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47410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47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47410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A47410"/>
    <w:rPr>
      <w:rFonts w:cs="Times New Roman"/>
    </w:rPr>
  </w:style>
  <w:style w:type="paragraph" w:styleId="Nagwek">
    <w:name w:val="header"/>
    <w:basedOn w:val="Normalny"/>
    <w:link w:val="NagwekZnak"/>
    <w:rsid w:val="00A47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A47410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4741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A47410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64383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022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StandardowyStandardowy-1">
    <w:name w:val="Standardowy.Standardowy-1"/>
    <w:uiPriority w:val="99"/>
    <w:rsid w:val="00865214"/>
    <w:pPr>
      <w:spacing w:after="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tekst">
    <w:name w:val="tekst"/>
    <w:basedOn w:val="Normalny"/>
    <w:uiPriority w:val="99"/>
    <w:rsid w:val="003F356A"/>
    <w:pPr>
      <w:suppressLineNumbers/>
      <w:spacing w:before="60" w:after="60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3D7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47410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uiPriority w:val="99"/>
    <w:rsid w:val="00F23642"/>
    <w:pPr>
      <w:spacing w:before="120" w:after="120"/>
      <w:jc w:val="both"/>
    </w:pPr>
    <w:rPr>
      <w:rFonts w:ascii="Optima" w:hAnsi="Optima" w:cs="Optima"/>
      <w:lang w:val="en-GB"/>
    </w:rPr>
  </w:style>
  <w:style w:type="paragraph" w:styleId="Akapitzlist">
    <w:name w:val="List Paragraph"/>
    <w:aliases w:val="CW_Lista,Numerowanie,List Paragraph,A_wyliczenie,K-P_odwolanie,Akapit z listą5,maz_wyliczenie,opis dzialania,Table of contents numbered,Podsis rysunku,BulletC,Akapit z listą BS,lp1,Preambuła,Lista num,Wyliczanie,Obiekt,normalny tekst,lp11"/>
    <w:basedOn w:val="Normalny"/>
    <w:link w:val="AkapitzlistZnak"/>
    <w:qFormat/>
    <w:rsid w:val="009220AB"/>
    <w:pPr>
      <w:ind w:left="720"/>
      <w:contextualSpacing/>
    </w:pPr>
  </w:style>
  <w:style w:type="character" w:customStyle="1" w:styleId="AkapitzlistZnak">
    <w:name w:val="Akapit z listą Znak"/>
    <w:aliases w:val="CW_Lista Znak,Numerowanie Znak,List Paragraph Znak,A_wyliczenie Znak,K-P_odwolanie Znak,Akapit z listą5 Znak,maz_wyliczenie Znak,opis dzialania Znak,Table of contents numbered Znak,Podsis rysunku Znak,BulletC Znak,lp1 Znak,lp11 Znak"/>
    <w:link w:val="Akapitzlist"/>
    <w:qFormat/>
    <w:rsid w:val="00FC466A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2A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A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A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A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A8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E2A85"/>
    <w:pPr>
      <w:spacing w:after="0" w:line="240" w:lineRule="auto"/>
    </w:pPr>
    <w:rPr>
      <w:sz w:val="24"/>
      <w:szCs w:val="24"/>
    </w:rPr>
  </w:style>
  <w:style w:type="table" w:customStyle="1" w:styleId="TableGrid">
    <w:name w:val="TableGrid"/>
    <w:rsid w:val="002C5DB4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nhideWhenUsed/>
    <w:rsid w:val="009811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11DA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811DA"/>
    <w:rPr>
      <w:vertAlign w:val="superscript"/>
    </w:rPr>
  </w:style>
  <w:style w:type="paragraph" w:styleId="Zwykytekst">
    <w:name w:val="Plain Text"/>
    <w:basedOn w:val="Normalny"/>
    <w:link w:val="ZwykytekstZnak"/>
    <w:rsid w:val="000C3FFE"/>
    <w:pPr>
      <w:suppressAutoHyphens/>
    </w:pPr>
    <w:rPr>
      <w:rFonts w:ascii="Courier New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0C3FFE"/>
    <w:rPr>
      <w:rFonts w:ascii="Courier New" w:hAnsi="Courier New" w:cs="Bookman Old Style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377C3E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77C3E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2">
    <w:name w:val="Tekst treści (2)_"/>
    <w:link w:val="Teksttreci20"/>
    <w:rsid w:val="00B5149D"/>
    <w:rPr>
      <w:rFonts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5149D"/>
    <w:pPr>
      <w:shd w:val="clear" w:color="auto" w:fill="FFFFFF"/>
      <w:spacing w:line="250" w:lineRule="exact"/>
      <w:ind w:hanging="640"/>
    </w:pPr>
    <w:rPr>
      <w:rFonts w:eastAsia="Arial Narrow" w:hAnsi="Arial Narrow" w:cs="Arial Narrow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0CD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0CDF"/>
    <w:rPr>
      <w:sz w:val="24"/>
      <w:szCs w:val="24"/>
    </w:rPr>
  </w:style>
  <w:style w:type="character" w:customStyle="1" w:styleId="WW8Num24z0">
    <w:name w:val="WW8Num24z0"/>
    <w:qFormat/>
    <w:rsid w:val="009421CF"/>
    <w:rPr>
      <w:b w:val="0"/>
      <w:i w:val="0"/>
      <w:color w:val="auto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3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szablon-oferty_az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EACB5-1679-4255-AE81-FA3360095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siwz_z_szablon-oferty_azp</Template>
  <TotalTime>12</TotalTime>
  <Pages>3</Pages>
  <Words>902</Words>
  <Characters>6733</Characters>
  <Application>Microsoft Office Word</Application>
  <DocSecurity>0</DocSecurity>
  <Lines>120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zamówienia Publiczne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Wboguta</dc:creator>
  <cp:lastModifiedBy>Milena Gaik</cp:lastModifiedBy>
  <cp:revision>10</cp:revision>
  <cp:lastPrinted>2021-05-18T06:27:00Z</cp:lastPrinted>
  <dcterms:created xsi:type="dcterms:W3CDTF">2024-10-01T11:39:00Z</dcterms:created>
  <dcterms:modified xsi:type="dcterms:W3CDTF">2026-02-03T13:19:00Z</dcterms:modified>
</cp:coreProperties>
</file>